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40" w:lineRule="auto"/>
        <w:ind w:left="2568" w:right="150" w:firstLine="-2448"/>
        <w:jc w:val="left"/>
        <w:tabs>
          <w:tab w:pos="256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APPE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DIX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D:</w:t>
        <w:tab/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DETAI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RIX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ID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NTIFY</w:t>
      </w:r>
      <w:r>
        <w:rPr>
          <w:rFonts w:ascii="Arial" w:hAnsi="Arial" w:cs="Arial" w:eastAsia="Arial"/>
          <w:sz w:val="32"/>
          <w:szCs w:val="32"/>
          <w:color w:val="333399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NG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QUI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AND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OL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ARY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LTCH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CA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ATA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VER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ION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2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0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0" w:right="5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22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ppend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ppropr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atrix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ought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ew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1.01.0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6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ess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hyperlink r:id="rId7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lit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por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hni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99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99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on.ht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99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99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17"/>
            <w:w w:val="99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“va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es”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acce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espo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atrix: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N/A: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40" w:right="205" w:firstLine="-36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eje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40" w:right="252" w:firstLine="-36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cy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40" w:right="199" w:firstLine="-36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BYR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480" w:right="8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y: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ailure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i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ill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u w:val="single" w:color="0000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eje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lity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840" w:right="193" w:firstLine="-360"/>
        <w:jc w:val="left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u w:val="thick" w:color="000000"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mended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20" w:right="-20"/>
        <w:jc w:val="left"/>
        <w:tabs>
          <w:tab w:pos="862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0.5pt;margin-top:.009882pt;width:471pt;height:.1pt;mso-position-horizontal-relative:page;mso-position-vertical-relative:paragraph;z-index:-1739" coordorigin="1410,0" coordsize="9420,2">
            <v:shape style="position:absolute;left:1410;top:0;width:9420;height:2" coordorigin="1410,0" coordsize="9420,0" path="m1410,0l10830,0e" filled="f" stroked="t" strokeweight="1.6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2013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Ve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Page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-1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744" w:top="940" w:bottom="280" w:left="1320" w:right="1320"/>
          <w:headerReference w:type="default" r:id="rId5"/>
          <w:type w:val="continuous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20" w:right="29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defa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spons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“99”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=”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</w:p>
    <w:p>
      <w:pPr>
        <w:spacing w:before="0" w:after="0" w:line="240" w:lineRule="auto"/>
        <w:ind w:left="8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20" w:right="101" w:firstLine="-360"/>
        <w:jc w:val="left"/>
        <w:tabs>
          <w:tab w:pos="820" w:val="left"/>
          <w:tab w:pos="47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-DR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unkno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n;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820" w:right="9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“Z”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above”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“Z”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8"/>
          <w:w w:val="100"/>
        </w:rPr>
      </w:r>
      <w:hyperlink r:id="rId8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hyperlink r:id="rId9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ssess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tru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ity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hni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on.h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2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atrix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(“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ed”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100" w:right="12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y”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(“re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24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hough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atrix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on.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0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.hhs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4" w:after="0" w:line="240" w:lineRule="auto"/>
        <w:ind w:left="100" w:right="-20"/>
        <w:jc w:val="left"/>
        <w:tabs>
          <w:tab w:pos="860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0.5pt;margin-top:.009882pt;width:471pt;height:.1pt;mso-position-horizontal-relative:page;mso-position-vertical-relative:paragraph;z-index:-1738" coordorigin="1410,0" coordsize="9420,2">
            <v:shape style="position:absolute;left:1410;top:0;width:9420;height:2" coordorigin="1410,0" coordsize="9420,0" path="m1410,0l10830,0e" filled="f" stroked="t" strokeweight="1.6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ber</w:t>
      </w:r>
      <w:r>
        <w:rPr>
          <w:rFonts w:ascii="Arial" w:hAnsi="Arial" w:cs="Arial" w:eastAsia="Arial"/>
          <w:sz w:val="20"/>
          <w:szCs w:val="20"/>
          <w:spacing w:val="5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2013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Vers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Page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-2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744" w:footer="0" w:top="940" w:bottom="280" w:left="1340" w:right="13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320" w:hRule="exact"/>
        </w:trPr>
        <w:tc>
          <w:tcPr>
            <w:tcW w:w="4346" w:type="dxa"/>
            <w:vMerge w:val="restart"/>
            <w:gridSpan w:val="3"/>
            <w:tcBorders>
              <w:top w:val="single" w:sz="4.640" w:space="0" w:color="000000"/>
              <w:left w:val="single" w:sz="4.648" w:space="0" w:color="000000"/>
              <w:right w:val="nil" w:sz="6" w:space="0" w:color="auto"/>
            </w:tcBorders>
            <w:shd w:val="clear" w:color="auto" w:fill="001F5F"/>
          </w:tcPr>
          <w:p>
            <w:pPr>
              <w:spacing w:before="38" w:after="0" w:line="240" w:lineRule="auto"/>
              <w:ind w:left="34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6" w:right="61" w:firstLine="-139"/>
              <w:jc w:val="left"/>
              <w:tabs>
                <w:tab w:pos="1340" w:val="left"/>
                <w:tab w:pos="1460" w:val="left"/>
                <w:tab w:pos="3170" w:val="left"/>
                <w:tab w:pos="3200" w:val="left"/>
                <w:tab w:pos="360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ata</w:t>
              <w:tab/>
              <w:tab/>
              <w:tab/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equ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ed?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tem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ta</w:t>
              <w:tab/>
              <w:tab/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ber</w:t>
              <w:tab/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7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5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untar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3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?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269" w:type="dxa"/>
            <w:gridSpan w:val="4"/>
            <w:tcBorders>
              <w:top w:val="single" w:sz="4.640" w:space="0" w:color="000000"/>
              <w:bottom w:val="nil" w:sz="6" w:space="0" w:color="auto"/>
              <w:left w:val="nil" w:sz="6" w:space="0" w:color="auto"/>
              <w:right w:val="single" w:sz="4.648" w:space="0" w:color="000000"/>
            </w:tcBorders>
            <w:shd w:val="clear" w:color="auto" w:fill="001F5F"/>
          </w:tcPr>
          <w:p>
            <w:pPr>
              <w:spacing w:before="38" w:after="0" w:line="240" w:lineRule="auto"/>
              <w:ind w:left="158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t: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690" w:hRule="exact"/>
        </w:trPr>
        <w:tc>
          <w:tcPr>
            <w:tcW w:w="4346" w:type="dxa"/>
            <w:vMerge/>
            <w:gridSpan w:val="3"/>
            <w:tcBorders>
              <w:bottom w:val="single" w:sz="4.648" w:space="0" w:color="000000"/>
              <w:left w:val="single" w:sz="4.648" w:space="0" w:color="000000"/>
              <w:right w:val="nil" w:sz="6" w:space="0" w:color="auto"/>
            </w:tcBorders>
            <w:shd w:val="clear" w:color="auto" w:fill="001F5F"/>
          </w:tcPr>
          <w:p>
            <w:pPr/>
            <w:rPr/>
          </w:p>
        </w:tc>
        <w:tc>
          <w:tcPr>
            <w:tcW w:w="5269" w:type="dxa"/>
            <w:gridSpan w:val="4"/>
            <w:tcBorders>
              <w:top w:val="nil" w:sz="6" w:space="0" w:color="auto"/>
              <w:bottom w:val="single" w:sz="4.648" w:space="0" w:color="000000"/>
              <w:left w:val="nil" w:sz="6" w:space="0" w:color="auto"/>
              <w:right w:val="single" w:sz="4.648" w:space="0" w:color="000000"/>
            </w:tcBorders>
          </w:tcPr>
          <w:p>
            <w:pPr>
              <w:spacing w:before="4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401" w:right="1548"/>
              <w:jc w:val="center"/>
              <w:tabs>
                <w:tab w:pos="284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ed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anned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91" w:right="252"/>
              <w:jc w:val="center"/>
              <w:tabs>
                <w:tab w:pos="1420" w:val="left"/>
                <w:tab w:pos="2740" w:val="left"/>
                <w:tab w:pos="41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arge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arge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Exp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red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26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50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</w:p>
        </w:tc>
        <w:tc>
          <w:tcPr>
            <w:tcW w:w="121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4" w:right="47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6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6" w:right="5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546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6" w:right="52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</w:tr>
      <w:tr>
        <w:trPr>
          <w:trHeight w:val="780" w:hRule="exact"/>
        </w:trPr>
        <w:tc>
          <w:tcPr>
            <w:tcW w:w="12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39" w:lineRule="auto"/>
              <w:ind w:left="102" w:right="13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ili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ider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121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99" w:right="48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551" w:right="53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551" w:right="5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551" w:right="53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552" w:right="5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</w:tr>
      <w:tr>
        <w:trPr>
          <w:trHeight w:val="780" w:hRule="exact"/>
        </w:trPr>
        <w:tc>
          <w:tcPr>
            <w:tcW w:w="126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39" w:lineRule="auto"/>
              <w:ind w:left="102" w:right="36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ili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Cer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(CC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N)</w:t>
            </w:r>
          </w:p>
        </w:tc>
        <w:tc>
          <w:tcPr>
            <w:tcW w:w="121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99" w:right="48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1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</w:tr>
      <w:tr>
        <w:trPr>
          <w:trHeight w:val="780" w:hRule="exact"/>
        </w:trPr>
        <w:tc>
          <w:tcPr>
            <w:tcW w:w="126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39" w:lineRule="auto"/>
              <w:ind w:left="102" w:right="11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ili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Medi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ider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21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99" w:right="48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551" w:right="53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551" w:right="5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551" w:right="53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552" w:right="5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</w:tr>
      <w:tr>
        <w:trPr>
          <w:trHeight w:val="320" w:hRule="exact"/>
        </w:trPr>
        <w:tc>
          <w:tcPr>
            <w:tcW w:w="12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der</w:t>
            </w:r>
          </w:p>
        </w:tc>
        <w:tc>
          <w:tcPr>
            <w:tcW w:w="121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95" w:right="47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546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546" w:right="5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546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546" w:right="52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</w:tr>
      <w:tr>
        <w:trPr>
          <w:trHeight w:val="550" w:hRule="exact"/>
        </w:trPr>
        <w:tc>
          <w:tcPr>
            <w:tcW w:w="12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5" w:after="0" w:line="240" w:lineRule="auto"/>
              <w:ind w:left="102" w:right="40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121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4" w:right="47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6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6" w:right="5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546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6" w:right="52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</w:tr>
      <w:tr>
        <w:trPr>
          <w:trHeight w:val="320" w:hRule="exact"/>
        </w:trPr>
        <w:tc>
          <w:tcPr>
            <w:tcW w:w="12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121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4" w:right="47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6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6" w:right="5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546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6" w:right="52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</w:tr>
      <w:tr>
        <w:trPr>
          <w:trHeight w:val="550" w:hRule="exact"/>
        </w:trPr>
        <w:tc>
          <w:tcPr>
            <w:tcW w:w="126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50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6" w:after="0" w:line="240" w:lineRule="auto"/>
              <w:ind w:left="102" w:right="62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ent</w:t>
            </w:r>
          </w:p>
        </w:tc>
        <w:tc>
          <w:tcPr>
            <w:tcW w:w="121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4" w:right="47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6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6" w:right="5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546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6" w:right="52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</w:tr>
      <w:tr>
        <w:trPr>
          <w:trHeight w:val="780" w:hRule="exact"/>
        </w:trPr>
        <w:tc>
          <w:tcPr>
            <w:tcW w:w="126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70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6" w:after="0" w:line="240" w:lineRule="auto"/>
              <w:ind w:left="102" w:right="11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x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pired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121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4" w:right="47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1" w:right="42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6" w:right="5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546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6" w:right="52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</w:tr>
      <w:tr>
        <w:trPr>
          <w:trHeight w:val="320" w:hRule="exact"/>
        </w:trPr>
        <w:tc>
          <w:tcPr>
            <w:tcW w:w="12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ient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name</w:t>
            </w:r>
          </w:p>
        </w:tc>
        <w:tc>
          <w:tcPr>
            <w:tcW w:w="121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5" w:right="47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6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6" w:right="5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546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6" w:right="52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</w:tr>
      <w:tr>
        <w:trPr>
          <w:trHeight w:val="550" w:hRule="exact"/>
        </w:trPr>
        <w:tc>
          <w:tcPr>
            <w:tcW w:w="12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6" w:after="0" w:line="240" w:lineRule="auto"/>
              <w:ind w:left="103" w:right="43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ient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midd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ial</w:t>
            </w:r>
          </w:p>
        </w:tc>
        <w:tc>
          <w:tcPr>
            <w:tcW w:w="121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500" w:right="47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51" w:right="53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51" w:right="5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551" w:right="53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52" w:right="5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</w:tr>
      <w:tr>
        <w:trPr>
          <w:trHeight w:val="320" w:hRule="exact"/>
        </w:trPr>
        <w:tc>
          <w:tcPr>
            <w:tcW w:w="12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ient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name</w:t>
            </w:r>
          </w:p>
        </w:tc>
        <w:tc>
          <w:tcPr>
            <w:tcW w:w="121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5" w:right="47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7" w:right="52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7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547" w:right="52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7" w:right="52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</w:tr>
      <w:tr>
        <w:trPr>
          <w:trHeight w:val="550" w:hRule="exact"/>
        </w:trPr>
        <w:tc>
          <w:tcPr>
            <w:tcW w:w="126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6" w:after="0" w:line="240" w:lineRule="auto"/>
              <w:ind w:left="103" w:right="51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ient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name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ix</w:t>
            </w:r>
          </w:p>
        </w:tc>
        <w:tc>
          <w:tcPr>
            <w:tcW w:w="121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500" w:right="47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52" w:right="53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52" w:right="5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552" w:right="52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53" w:right="53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</w:tr>
      <w:tr>
        <w:trPr>
          <w:trHeight w:val="550" w:hRule="exact"/>
        </w:trPr>
        <w:tc>
          <w:tcPr>
            <w:tcW w:w="126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4" w:after="0" w:line="240" w:lineRule="auto"/>
              <w:ind w:left="103" w:right="-2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3"/>
                <w:szCs w:val="13"/>
                <w:spacing w:val="0"/>
                <w:w w:val="100"/>
                <w:b/>
                <w:bCs/>
                <w:position w:val="10"/>
              </w:rPr>
              <w:t>1</w:t>
            </w:r>
            <w:r>
              <w:rPr>
                <w:rFonts w:ascii="Arial" w:hAnsi="Arial" w:cs="Arial" w:eastAsia="Arial"/>
                <w:sz w:val="13"/>
                <w:szCs w:val="13"/>
                <w:spacing w:val="0"/>
                <w:w w:val="100"/>
                <w:position w:val="0"/>
              </w:rPr>
            </w:r>
          </w:p>
        </w:tc>
        <w:tc>
          <w:tcPr>
            <w:tcW w:w="186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5" w:after="0" w:line="240" w:lineRule="auto"/>
              <w:ind w:left="102" w:right="37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ial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21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4" w:right="47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6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6" w:right="5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546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43" w:right="52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</w:tr>
      <w:tr>
        <w:trPr>
          <w:trHeight w:val="551" w:hRule="exact"/>
        </w:trPr>
        <w:tc>
          <w:tcPr>
            <w:tcW w:w="12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9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Medi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oad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</w:p>
        </w:tc>
        <w:tc>
          <w:tcPr>
            <w:tcW w:w="121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99" w:right="48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551" w:right="53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551" w:right="5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551" w:right="53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552" w:right="5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</w:tr>
      <w:tr>
        <w:trPr>
          <w:trHeight w:val="319" w:hRule="exact"/>
        </w:trPr>
        <w:tc>
          <w:tcPr>
            <w:tcW w:w="12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Medi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</w:p>
        </w:tc>
        <w:tc>
          <w:tcPr>
            <w:tcW w:w="121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9" w:right="48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51" w:right="53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51" w:right="5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551" w:right="53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52" w:right="5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</w:tr>
      <w:tr>
        <w:trPr>
          <w:trHeight w:val="320" w:hRule="exact"/>
        </w:trPr>
        <w:tc>
          <w:tcPr>
            <w:tcW w:w="12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</w:p>
        </w:tc>
        <w:tc>
          <w:tcPr>
            <w:tcW w:w="121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94" w:right="47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546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546" w:right="5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546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546" w:right="52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</w:tr>
      <w:tr>
        <w:trPr>
          <w:trHeight w:val="319" w:hRule="exact"/>
        </w:trPr>
        <w:tc>
          <w:tcPr>
            <w:tcW w:w="126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Bir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1214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4" w:right="47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0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(BY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0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(BY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0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(BY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0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(BY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</w:tr>
      <w:tr>
        <w:trPr>
          <w:trHeight w:val="320" w:hRule="exact"/>
        </w:trPr>
        <w:tc>
          <w:tcPr>
            <w:tcW w:w="1266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A-F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</w:p>
        </w:tc>
        <w:tc>
          <w:tcPr>
            <w:tcW w:w="1214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99" w:right="48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6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1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</w:tr>
      <w:tr>
        <w:trPr>
          <w:trHeight w:val="780" w:hRule="exact"/>
        </w:trPr>
        <w:tc>
          <w:tcPr>
            <w:tcW w:w="126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6" w:after="0" w:line="240" w:lineRule="auto"/>
              <w:ind w:left="103" w:right="217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need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</w:p>
        </w:tc>
        <w:tc>
          <w:tcPr>
            <w:tcW w:w="1214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9" w:right="48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1" w:right="43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51" w:right="42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1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550" w:hRule="exact"/>
        </w:trPr>
        <w:tc>
          <w:tcPr>
            <w:tcW w:w="12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5" w:after="0" w:line="240" w:lineRule="auto"/>
              <w:ind w:left="10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red</w:t>
            </w:r>
          </w:p>
          <w:p>
            <w:pPr>
              <w:spacing w:before="0" w:after="0" w:line="240" w:lineRule="auto"/>
              <w:ind w:left="10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Lan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uage</w:t>
            </w:r>
          </w:p>
        </w:tc>
        <w:tc>
          <w:tcPr>
            <w:tcW w:w="121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9" w:right="48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551" w:right="53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2" w:right="43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52" w:right="42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2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320" w:hRule="exact"/>
        </w:trPr>
        <w:tc>
          <w:tcPr>
            <w:tcW w:w="12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Mari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1214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99" w:right="48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51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51" w:right="42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51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</w:tbl>
    <w:p>
      <w:pPr>
        <w:spacing w:before="0" w:after="0" w:line="226" w:lineRule="exact"/>
        <w:ind w:right="240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right"/>
        <w:spacing w:after="0"/>
        <w:sectPr>
          <w:pgNumType w:start="3"/>
          <w:pgMar w:footer="569" w:header="744" w:top="940" w:bottom="760" w:left="1220" w:right="1180"/>
          <w:footerReference w:type="default" r:id="rId11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320" w:hRule="exact"/>
        </w:trPr>
        <w:tc>
          <w:tcPr>
            <w:tcW w:w="4348" w:type="dxa"/>
            <w:vMerge w:val="restart"/>
            <w:gridSpan w:val="3"/>
            <w:tcBorders>
              <w:top w:val="single" w:sz="4.640" w:space="0" w:color="000000"/>
              <w:left w:val="single" w:sz="4.648" w:space="0" w:color="000000"/>
              <w:right w:val="nil" w:sz="6" w:space="0" w:color="auto"/>
            </w:tcBorders>
            <w:shd w:val="clear" w:color="auto" w:fill="001F5F"/>
          </w:tcPr>
          <w:p>
            <w:pPr>
              <w:spacing w:before="38" w:after="0" w:line="240" w:lineRule="auto"/>
              <w:ind w:left="34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3" w:right="76" w:firstLine="-139"/>
              <w:jc w:val="left"/>
              <w:tabs>
                <w:tab w:pos="1340" w:val="left"/>
                <w:tab w:pos="1460" w:val="left"/>
                <w:tab w:pos="3160" w:val="left"/>
                <w:tab w:pos="3200" w:val="left"/>
                <w:tab w:pos="35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ata</w:t>
              <w:tab/>
              <w:tab/>
              <w:tab/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equ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ed?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tem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ta</w:t>
              <w:tab/>
              <w:tab/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ber</w:t>
              <w:tab/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5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untar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3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?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268" w:type="dxa"/>
            <w:gridSpan w:val="4"/>
            <w:tcBorders>
              <w:top w:val="single" w:sz="4.640" w:space="0" w:color="000000"/>
              <w:bottom w:val="nil" w:sz="6" w:space="0" w:color="auto"/>
              <w:left w:val="nil" w:sz="6" w:space="0" w:color="auto"/>
              <w:right w:val="single" w:sz="4.640" w:space="0" w:color="000000"/>
            </w:tcBorders>
            <w:shd w:val="clear" w:color="auto" w:fill="001F5F"/>
          </w:tcPr>
          <w:p>
            <w:pPr>
              <w:spacing w:before="38" w:after="0" w:line="240" w:lineRule="auto"/>
              <w:ind w:left="155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t: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690" w:hRule="exact"/>
        </w:trPr>
        <w:tc>
          <w:tcPr>
            <w:tcW w:w="4348" w:type="dxa"/>
            <w:vMerge/>
            <w:gridSpan w:val="3"/>
            <w:tcBorders>
              <w:bottom w:val="single" w:sz="4.648" w:space="0" w:color="000000"/>
              <w:left w:val="single" w:sz="4.648" w:space="0" w:color="000000"/>
              <w:right w:val="nil" w:sz="6" w:space="0" w:color="auto"/>
            </w:tcBorders>
            <w:shd w:val="clear" w:color="auto" w:fill="001F5F"/>
          </w:tcPr>
          <w:p>
            <w:pPr/>
            <w:rPr/>
          </w:p>
        </w:tc>
        <w:tc>
          <w:tcPr>
            <w:tcW w:w="5268" w:type="dxa"/>
            <w:gridSpan w:val="4"/>
            <w:tcBorders>
              <w:top w:val="nil" w:sz="6" w:space="0" w:color="auto"/>
              <w:bottom w:val="nil" w:sz="6" w:space="0" w:color="auto"/>
              <w:left w:val="nil" w:sz="6" w:space="0" w:color="auto"/>
              <w:right w:val="single" w:sz="4.640" w:space="0" w:color="000000"/>
            </w:tcBorders>
            <w:shd w:val="clear" w:color="auto" w:fill="001F5F"/>
          </w:tcPr>
          <w:p>
            <w:pPr>
              <w:spacing w:before="4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371" w:right="1583"/>
              <w:jc w:val="center"/>
              <w:tabs>
                <w:tab w:pos="280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ed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anned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69" w:right="291"/>
              <w:jc w:val="center"/>
              <w:tabs>
                <w:tab w:pos="1400" w:val="left"/>
                <w:tab w:pos="2700" w:val="left"/>
                <w:tab w:pos="414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arge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arge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Exp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red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780" w:hRule="exact"/>
        </w:trPr>
        <w:tc>
          <w:tcPr>
            <w:tcW w:w="126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9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X,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6" w:after="0" w:line="240" w:lineRule="auto"/>
              <w:ind w:left="102" w:right="7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Sou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120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6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4" w:type="dxa"/>
            <w:tcBorders>
              <w:top w:val="nil" w:sz="6" w:space="0" w:color="auto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3" w:after="0" w:line="240" w:lineRule="auto"/>
              <w:ind w:left="4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nil" w:sz="6" w:space="0" w:color="auto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3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nil" w:sz="6" w:space="0" w:color="auto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3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0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</w:tr>
      <w:tr>
        <w:trPr>
          <w:trHeight w:val="319" w:hRule="exact"/>
        </w:trPr>
        <w:tc>
          <w:tcPr>
            <w:tcW w:w="126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120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6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50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51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1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320" w:hRule="exact"/>
        </w:trPr>
        <w:tc>
          <w:tcPr>
            <w:tcW w:w="126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</w:p>
        </w:tc>
        <w:tc>
          <w:tcPr>
            <w:tcW w:w="120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96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47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51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550" w:hRule="exact"/>
        </w:trPr>
        <w:tc>
          <w:tcPr>
            <w:tcW w:w="126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am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120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6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47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1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1240" w:hRule="exact"/>
        </w:trPr>
        <w:tc>
          <w:tcPr>
            <w:tcW w:w="126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39" w:lineRule="auto"/>
              <w:ind w:left="102" w:right="22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Prog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This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ili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</w:p>
        </w:tc>
        <w:tc>
          <w:tcPr>
            <w:tcW w:w="120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96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47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51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780" w:hRule="exact"/>
        </w:trPr>
        <w:tc>
          <w:tcPr>
            <w:tcW w:w="126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39" w:lineRule="auto"/>
              <w:ind w:left="102" w:right="21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120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96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47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51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780" w:hRule="exact"/>
        </w:trPr>
        <w:tc>
          <w:tcPr>
            <w:tcW w:w="126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39" w:lineRule="auto"/>
              <w:ind w:left="102" w:right="27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120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96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47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51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1010" w:hRule="exact"/>
        </w:trPr>
        <w:tc>
          <w:tcPr>
            <w:tcW w:w="126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102" w:right="21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120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96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47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51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1010" w:hRule="exact"/>
        </w:trPr>
        <w:tc>
          <w:tcPr>
            <w:tcW w:w="126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5" w:after="0" w:line="240" w:lineRule="auto"/>
              <w:ind w:left="102" w:right="27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120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6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47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1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780" w:hRule="exact"/>
        </w:trPr>
        <w:tc>
          <w:tcPr>
            <w:tcW w:w="126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5" w:after="0" w:line="240" w:lineRule="auto"/>
              <w:ind w:left="102" w:right="6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Third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120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6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47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1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779" w:hRule="exact"/>
        </w:trPr>
        <w:tc>
          <w:tcPr>
            <w:tcW w:w="126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6" w:after="0" w:line="239" w:lineRule="auto"/>
              <w:ind w:left="102" w:right="6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Third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120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6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47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1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320" w:hRule="exact"/>
        </w:trPr>
        <w:tc>
          <w:tcPr>
            <w:tcW w:w="1268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1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Coma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1208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96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4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50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51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9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51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780" w:hRule="exact"/>
        </w:trPr>
        <w:tc>
          <w:tcPr>
            <w:tcW w:w="126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GG0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1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5" w:after="0" w:line="240" w:lineRule="auto"/>
              <w:ind w:left="102" w:right="24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Fun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mobili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oll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ht</w:t>
            </w:r>
          </w:p>
        </w:tc>
        <w:tc>
          <w:tcPr>
            <w:tcW w:w="120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6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50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51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1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780" w:hRule="exact"/>
        </w:trPr>
        <w:tc>
          <w:tcPr>
            <w:tcW w:w="126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GG0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5" w:after="0" w:line="240" w:lineRule="auto"/>
              <w:ind w:left="102" w:right="4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Fun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mobili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ing</w:t>
            </w:r>
          </w:p>
        </w:tc>
        <w:tc>
          <w:tcPr>
            <w:tcW w:w="120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6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50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51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1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1010" w:hRule="exact"/>
        </w:trPr>
        <w:tc>
          <w:tcPr>
            <w:tcW w:w="126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GG0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1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5" w:after="0" w:line="240" w:lineRule="auto"/>
              <w:ind w:left="102" w:right="21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Fun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mobili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bed</w:t>
            </w:r>
          </w:p>
        </w:tc>
        <w:tc>
          <w:tcPr>
            <w:tcW w:w="120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0" w:right="47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6" w:right="40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50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51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1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</w:tbl>
    <w:p>
      <w:pPr>
        <w:spacing w:before="0" w:after="0" w:line="226" w:lineRule="exact"/>
        <w:ind w:right="240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right"/>
        <w:spacing w:after="0"/>
        <w:sectPr>
          <w:pgMar w:header="744" w:footer="569" w:top="940" w:bottom="760" w:left="1220" w:right="11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320" w:hRule="exact"/>
        </w:trPr>
        <w:tc>
          <w:tcPr>
            <w:tcW w:w="4348" w:type="dxa"/>
            <w:vMerge w:val="restart"/>
            <w:gridSpan w:val="3"/>
            <w:tcBorders>
              <w:top w:val="single" w:sz="4.640" w:space="0" w:color="000000"/>
              <w:left w:val="single" w:sz="4.648" w:space="0" w:color="000000"/>
              <w:right w:val="nil" w:sz="6" w:space="0" w:color="auto"/>
            </w:tcBorders>
            <w:shd w:val="clear" w:color="auto" w:fill="001F5F"/>
          </w:tcPr>
          <w:p>
            <w:pPr>
              <w:spacing w:before="38" w:after="0" w:line="240" w:lineRule="auto"/>
              <w:ind w:left="34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3" w:right="78" w:firstLine="-139"/>
              <w:jc w:val="left"/>
              <w:tabs>
                <w:tab w:pos="1340" w:val="left"/>
                <w:tab w:pos="1460" w:val="left"/>
                <w:tab w:pos="3160" w:val="left"/>
                <w:tab w:pos="3200" w:val="left"/>
                <w:tab w:pos="35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ata</w:t>
              <w:tab/>
              <w:tab/>
              <w:tab/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equ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ed?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tem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ta</w:t>
              <w:tab/>
              <w:tab/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ber</w:t>
              <w:tab/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5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untar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3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?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268" w:type="dxa"/>
            <w:gridSpan w:val="4"/>
            <w:tcBorders>
              <w:top w:val="single" w:sz="4.640" w:space="0" w:color="000000"/>
              <w:bottom w:val="nil" w:sz="6" w:space="0" w:color="auto"/>
              <w:left w:val="nil" w:sz="6" w:space="0" w:color="auto"/>
              <w:right w:val="single" w:sz="4.648" w:space="0" w:color="000000"/>
            </w:tcBorders>
            <w:shd w:val="clear" w:color="auto" w:fill="001F5F"/>
          </w:tcPr>
          <w:p>
            <w:pPr>
              <w:spacing w:before="38" w:after="0" w:line="240" w:lineRule="auto"/>
              <w:ind w:left="155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t: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690" w:hRule="exact"/>
        </w:trPr>
        <w:tc>
          <w:tcPr>
            <w:tcW w:w="4348" w:type="dxa"/>
            <w:vMerge/>
            <w:gridSpan w:val="3"/>
            <w:tcBorders>
              <w:bottom w:val="single" w:sz="4.648" w:space="0" w:color="000000"/>
              <w:left w:val="single" w:sz="4.648" w:space="0" w:color="000000"/>
              <w:right w:val="nil" w:sz="6" w:space="0" w:color="auto"/>
            </w:tcBorders>
            <w:shd w:val="clear" w:color="auto" w:fill="001F5F"/>
          </w:tcPr>
          <w:p>
            <w:pPr/>
            <w:rPr/>
          </w:p>
        </w:tc>
        <w:tc>
          <w:tcPr>
            <w:tcW w:w="5268" w:type="dxa"/>
            <w:gridSpan w:val="4"/>
            <w:tcBorders>
              <w:top w:val="nil" w:sz="6" w:space="0" w:color="auto"/>
              <w:bottom w:val="single" w:sz="4.648" w:space="0" w:color="000000"/>
              <w:left w:val="nil" w:sz="6" w:space="0" w:color="auto"/>
              <w:right w:val="single" w:sz="4.648" w:space="0" w:color="000000"/>
            </w:tcBorders>
            <w:shd w:val="clear" w:color="auto" w:fill="001F5F"/>
          </w:tcPr>
          <w:p>
            <w:pPr>
              <w:spacing w:before="4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373" w:right="1581"/>
              <w:jc w:val="center"/>
              <w:tabs>
                <w:tab w:pos="280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ed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anned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69" w:right="287"/>
              <w:jc w:val="center"/>
              <w:tabs>
                <w:tab w:pos="1400" w:val="left"/>
                <w:tab w:pos="2700" w:val="left"/>
                <w:tab w:pos="414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arge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arge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Exp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red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19" w:hRule="exact"/>
        </w:trPr>
        <w:tc>
          <w:tcPr>
            <w:tcW w:w="127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H0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120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89" w:right="4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6" w:right="40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50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51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2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2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1470" w:hRule="exact"/>
        </w:trPr>
        <w:tc>
          <w:tcPr>
            <w:tcW w:w="127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0900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1" w:right="13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diagn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Perip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eral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ular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(PVD)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peri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erial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(PA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120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89" w:right="4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26" w:right="40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50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51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2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52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780" w:hRule="exact"/>
        </w:trPr>
        <w:tc>
          <w:tcPr>
            <w:tcW w:w="127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2900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39" w:lineRule="auto"/>
              <w:ind w:left="101" w:right="136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diagn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Dia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mel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0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89" w:right="4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26" w:right="40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50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51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2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52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1240" w:hRule="exact"/>
        </w:trPr>
        <w:tc>
          <w:tcPr>
            <w:tcW w:w="127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5600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39" w:lineRule="auto"/>
              <w:ind w:left="101" w:right="8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diagn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Malnu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ein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malnu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120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95" w:right="47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50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51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2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52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320" w:hRule="exact"/>
        </w:trPr>
        <w:tc>
          <w:tcPr>
            <w:tcW w:w="127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(in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1206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89" w:right="4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4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26" w:right="40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6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50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51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20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52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550" w:hRule="exact"/>
        </w:trPr>
        <w:tc>
          <w:tcPr>
            <w:tcW w:w="127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101" w:right="80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(in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pou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120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0" w:right="4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6" w:right="40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50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51" w:right="43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2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2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551" w:hRule="exact"/>
        </w:trPr>
        <w:tc>
          <w:tcPr>
            <w:tcW w:w="127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M0210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1" w:right="20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ealed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120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90" w:right="4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544" w:right="5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545" w:right="5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546" w:right="5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52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780" w:hRule="exact"/>
        </w:trPr>
        <w:tc>
          <w:tcPr>
            <w:tcW w:w="127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M030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101" w:right="19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</w:t>
            </w:r>
          </w:p>
        </w:tc>
        <w:tc>
          <w:tcPr>
            <w:tcW w:w="120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0" w:right="4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2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780" w:hRule="exact"/>
        </w:trPr>
        <w:tc>
          <w:tcPr>
            <w:tcW w:w="127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M030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101" w:right="19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</w:t>
            </w:r>
          </w:p>
        </w:tc>
        <w:tc>
          <w:tcPr>
            <w:tcW w:w="120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0" w:right="4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6" w:right="40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7" w:right="40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9" w:right="40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2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2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1240" w:hRule="exact"/>
        </w:trPr>
        <w:tc>
          <w:tcPr>
            <w:tcW w:w="127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M030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101" w:right="1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dmi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</w:p>
        </w:tc>
        <w:tc>
          <w:tcPr>
            <w:tcW w:w="120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0" w:right="4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2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2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780" w:hRule="exact"/>
        </w:trPr>
        <w:tc>
          <w:tcPr>
            <w:tcW w:w="127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M030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101" w:right="19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</w:t>
            </w:r>
          </w:p>
        </w:tc>
        <w:tc>
          <w:tcPr>
            <w:tcW w:w="120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0" w:right="4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6" w:right="40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7" w:right="40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9" w:right="40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2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2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1240" w:hRule="exact"/>
        </w:trPr>
        <w:tc>
          <w:tcPr>
            <w:tcW w:w="127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M030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101" w:right="1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dmi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</w:p>
        </w:tc>
        <w:tc>
          <w:tcPr>
            <w:tcW w:w="120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6" w:right="47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2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2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780" w:hRule="exact"/>
        </w:trPr>
        <w:tc>
          <w:tcPr>
            <w:tcW w:w="127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M030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101" w:right="19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</w:t>
            </w:r>
          </w:p>
        </w:tc>
        <w:tc>
          <w:tcPr>
            <w:tcW w:w="120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0" w:right="4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4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6" w:right="40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7" w:right="40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9" w:right="40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20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2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</w:tbl>
    <w:p>
      <w:pPr>
        <w:spacing w:before="0" w:after="0" w:line="226" w:lineRule="exact"/>
        <w:ind w:right="240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right"/>
        <w:spacing w:after="0"/>
        <w:sectPr>
          <w:pgMar w:header="744" w:footer="569" w:top="940" w:bottom="760" w:left="1220" w:right="11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320" w:hRule="exact"/>
        </w:trPr>
        <w:tc>
          <w:tcPr>
            <w:tcW w:w="4346" w:type="dxa"/>
            <w:vMerge w:val="restart"/>
            <w:gridSpan w:val="3"/>
            <w:tcBorders>
              <w:top w:val="single" w:sz="4.640" w:space="0" w:color="000000"/>
              <w:left w:val="single" w:sz="4.648" w:space="0" w:color="000000"/>
              <w:right w:val="nil" w:sz="6" w:space="0" w:color="auto"/>
            </w:tcBorders>
            <w:shd w:val="clear" w:color="auto" w:fill="001F5F"/>
          </w:tcPr>
          <w:p>
            <w:pPr>
              <w:spacing w:before="38" w:after="0" w:line="240" w:lineRule="auto"/>
              <w:ind w:left="34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3" w:right="78" w:firstLine="-139"/>
              <w:jc w:val="left"/>
              <w:tabs>
                <w:tab w:pos="1340" w:val="left"/>
                <w:tab w:pos="1440" w:val="left"/>
                <w:tab w:pos="3160" w:val="left"/>
                <w:tab w:pos="3200" w:val="left"/>
                <w:tab w:pos="35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ata</w:t>
              <w:tab/>
              <w:tab/>
              <w:tab/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equ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ed?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tem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ta</w:t>
              <w:tab/>
              <w:tab/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ber</w:t>
              <w:tab/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5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untar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3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?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269" w:type="dxa"/>
            <w:gridSpan w:val="4"/>
            <w:tcBorders>
              <w:top w:val="single" w:sz="4.640" w:space="0" w:color="000000"/>
              <w:bottom w:val="nil" w:sz="6" w:space="0" w:color="auto"/>
              <w:left w:val="nil" w:sz="6" w:space="0" w:color="auto"/>
              <w:right w:val="single" w:sz="4.648" w:space="0" w:color="000000"/>
            </w:tcBorders>
            <w:shd w:val="clear" w:color="auto" w:fill="001F5F"/>
          </w:tcPr>
          <w:p>
            <w:pPr>
              <w:spacing w:before="38" w:after="0" w:line="240" w:lineRule="auto"/>
              <w:ind w:left="155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t: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690" w:hRule="exact"/>
        </w:trPr>
        <w:tc>
          <w:tcPr>
            <w:tcW w:w="4346" w:type="dxa"/>
            <w:vMerge/>
            <w:gridSpan w:val="3"/>
            <w:tcBorders>
              <w:bottom w:val="single" w:sz="4.648" w:space="0" w:color="000000"/>
              <w:left w:val="single" w:sz="4.648" w:space="0" w:color="000000"/>
              <w:right w:val="nil" w:sz="6" w:space="0" w:color="auto"/>
            </w:tcBorders>
            <w:shd w:val="clear" w:color="auto" w:fill="001F5F"/>
          </w:tcPr>
          <w:p>
            <w:pPr/>
            <w:rPr/>
          </w:p>
        </w:tc>
        <w:tc>
          <w:tcPr>
            <w:tcW w:w="5269" w:type="dxa"/>
            <w:gridSpan w:val="4"/>
            <w:tcBorders>
              <w:top w:val="nil" w:sz="6" w:space="0" w:color="auto"/>
              <w:bottom w:val="single" w:sz="4.648" w:space="0" w:color="000000"/>
              <w:left w:val="nil" w:sz="6" w:space="0" w:color="auto"/>
              <w:right w:val="single" w:sz="4.648" w:space="0" w:color="000000"/>
            </w:tcBorders>
            <w:shd w:val="clear" w:color="auto" w:fill="001F5F"/>
          </w:tcPr>
          <w:p>
            <w:pPr>
              <w:spacing w:before="4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372" w:right="1582"/>
              <w:jc w:val="center"/>
              <w:tabs>
                <w:tab w:pos="280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ed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anned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68" w:right="290"/>
              <w:jc w:val="center"/>
              <w:tabs>
                <w:tab w:pos="1400" w:val="left"/>
                <w:tab w:pos="2700" w:val="left"/>
                <w:tab w:pos="414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arge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arge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Exp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red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1240" w:hRule="exact"/>
        </w:trPr>
        <w:tc>
          <w:tcPr>
            <w:tcW w:w="127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M030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101" w:right="1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dmi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</w:p>
        </w:tc>
        <w:tc>
          <w:tcPr>
            <w:tcW w:w="1205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3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3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21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3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1930" w:hRule="exact"/>
        </w:trPr>
        <w:tc>
          <w:tcPr>
            <w:tcW w:w="127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M0300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100" w:right="12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able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remo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ble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120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3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2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3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1930" w:hRule="exact"/>
        </w:trPr>
        <w:tc>
          <w:tcPr>
            <w:tcW w:w="127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M0300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100" w:right="12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able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mber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ble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dmi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</w:p>
        </w:tc>
        <w:tc>
          <w:tcPr>
            <w:tcW w:w="120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2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2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3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1700" w:hRule="exact"/>
        </w:trPr>
        <w:tc>
          <w:tcPr>
            <w:tcW w:w="127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M030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F1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1" w:right="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able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Slough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ble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</w:p>
        </w:tc>
        <w:tc>
          <w:tcPr>
            <w:tcW w:w="120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93" w:right="47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2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53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1699" w:hRule="exact"/>
        </w:trPr>
        <w:tc>
          <w:tcPr>
            <w:tcW w:w="127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M030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F2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101" w:right="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able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Slough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eable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dmi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</w:p>
        </w:tc>
        <w:tc>
          <w:tcPr>
            <w:tcW w:w="120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93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3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21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3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1700" w:hRule="exact"/>
        </w:trPr>
        <w:tc>
          <w:tcPr>
            <w:tcW w:w="127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M030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G1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1" w:right="7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able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deep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injur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ble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due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injury</w:t>
            </w:r>
          </w:p>
        </w:tc>
        <w:tc>
          <w:tcPr>
            <w:tcW w:w="1205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93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3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21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53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</w:tbl>
    <w:p>
      <w:pPr>
        <w:spacing w:before="0" w:after="0" w:line="226" w:lineRule="exact"/>
        <w:ind w:right="240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right"/>
        <w:spacing w:after="0"/>
        <w:sectPr>
          <w:pgMar w:header="744" w:footer="569" w:top="940" w:bottom="760" w:left="1220" w:right="11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320" w:hRule="exact"/>
        </w:trPr>
        <w:tc>
          <w:tcPr>
            <w:tcW w:w="4345" w:type="dxa"/>
            <w:vMerge w:val="restart"/>
            <w:gridSpan w:val="3"/>
            <w:tcBorders>
              <w:top w:val="single" w:sz="4.640" w:space="0" w:color="000000"/>
              <w:left w:val="single" w:sz="4.648" w:space="0" w:color="000000"/>
              <w:right w:val="nil" w:sz="6" w:space="0" w:color="auto"/>
            </w:tcBorders>
            <w:shd w:val="clear" w:color="auto" w:fill="001F5F"/>
          </w:tcPr>
          <w:p>
            <w:pPr>
              <w:spacing w:before="38" w:after="0" w:line="240" w:lineRule="auto"/>
              <w:ind w:left="34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3" w:right="80" w:firstLine="-139"/>
              <w:jc w:val="left"/>
              <w:tabs>
                <w:tab w:pos="1340" w:val="left"/>
                <w:tab w:pos="1440" w:val="left"/>
                <w:tab w:pos="3160" w:val="left"/>
                <w:tab w:pos="35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ata</w:t>
              <w:tab/>
              <w:tab/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35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equ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ed?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tem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ta</w:t>
              <w:tab/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ber</w:t>
              <w:tab/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5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untar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3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?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270" w:type="dxa"/>
            <w:gridSpan w:val="4"/>
            <w:tcBorders>
              <w:top w:val="single" w:sz="4.640" w:space="0" w:color="000000"/>
              <w:bottom w:val="nil" w:sz="6" w:space="0" w:color="auto"/>
              <w:left w:val="nil" w:sz="6" w:space="0" w:color="auto"/>
              <w:right w:val="single" w:sz="4.640" w:space="0" w:color="000000"/>
            </w:tcBorders>
            <w:shd w:val="clear" w:color="auto" w:fill="001F5F"/>
          </w:tcPr>
          <w:p>
            <w:pPr>
              <w:spacing w:before="38" w:after="0" w:line="240" w:lineRule="auto"/>
              <w:ind w:left="155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t: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690" w:hRule="exact"/>
        </w:trPr>
        <w:tc>
          <w:tcPr>
            <w:tcW w:w="4345" w:type="dxa"/>
            <w:vMerge/>
            <w:gridSpan w:val="3"/>
            <w:tcBorders>
              <w:bottom w:val="single" w:sz="4.648" w:space="0" w:color="000000"/>
              <w:left w:val="single" w:sz="4.648" w:space="0" w:color="000000"/>
              <w:right w:val="nil" w:sz="6" w:space="0" w:color="auto"/>
            </w:tcBorders>
            <w:shd w:val="clear" w:color="auto" w:fill="001F5F"/>
          </w:tcPr>
          <w:p>
            <w:pPr/>
            <w:rPr/>
          </w:p>
        </w:tc>
        <w:tc>
          <w:tcPr>
            <w:tcW w:w="5270" w:type="dxa"/>
            <w:gridSpan w:val="4"/>
            <w:tcBorders>
              <w:top w:val="nil" w:sz="6" w:space="0" w:color="auto"/>
              <w:bottom w:val="single" w:sz="4.648" w:space="0" w:color="000000"/>
              <w:left w:val="nil" w:sz="6" w:space="0" w:color="auto"/>
              <w:right w:val="single" w:sz="4.640" w:space="0" w:color="000000"/>
            </w:tcBorders>
            <w:shd w:val="clear" w:color="auto" w:fill="001F5F"/>
          </w:tcPr>
          <w:p>
            <w:pPr>
              <w:spacing w:before="4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372" w:right="1583"/>
              <w:jc w:val="center"/>
              <w:tabs>
                <w:tab w:pos="280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ed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anned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68" w:right="291"/>
              <w:jc w:val="center"/>
              <w:tabs>
                <w:tab w:pos="1400" w:val="left"/>
                <w:tab w:pos="2700" w:val="left"/>
                <w:tab w:pos="414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arge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arge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Exp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red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1699" w:hRule="exact"/>
        </w:trPr>
        <w:tc>
          <w:tcPr>
            <w:tcW w:w="1266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M030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G2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102" w:right="9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able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deep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injur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Num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ble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were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upon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dmi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</w:p>
        </w:tc>
        <w:tc>
          <w:tcPr>
            <w:tcW w:w="1207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95" w:right="4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</w:t>
            </w:r>
          </w:p>
        </w:tc>
        <w:tc>
          <w:tcPr>
            <w:tcW w:w="1313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22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3" w:right="43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1240" w:hRule="exact"/>
        </w:trPr>
        <w:tc>
          <w:tcPr>
            <w:tcW w:w="126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M080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39" w:lineRule="auto"/>
              <w:ind w:left="102" w:right="13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ning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</w:p>
        </w:tc>
        <w:tc>
          <w:tcPr>
            <w:tcW w:w="120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91" w:right="4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49" w:right="42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29" w:right="40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29" w:right="40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2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53" w:right="43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1241" w:hRule="exact"/>
        </w:trPr>
        <w:tc>
          <w:tcPr>
            <w:tcW w:w="126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M080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13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ning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</w:tc>
        <w:tc>
          <w:tcPr>
            <w:tcW w:w="120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91" w:right="4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49" w:right="42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29" w:right="40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29" w:right="40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2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453" w:right="43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1240" w:hRule="exact"/>
        </w:trPr>
        <w:tc>
          <w:tcPr>
            <w:tcW w:w="126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M080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102" w:right="10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ning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Prior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  <w:tc>
          <w:tcPr>
            <w:tcW w:w="120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91" w:right="4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49" w:right="42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8" w:right="40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8" w:right="40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2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3" w:right="43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2160" w:hRule="exact"/>
        </w:trPr>
        <w:tc>
          <w:tcPr>
            <w:tcW w:w="12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O02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102" w:right="6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luen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ine: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Did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lue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his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ili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his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ear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’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lue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n?</w:t>
            </w:r>
          </w:p>
        </w:tc>
        <w:tc>
          <w:tcPr>
            <w:tcW w:w="120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91" w:right="4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6" w:right="40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9" w:right="40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9" w:right="40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2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3" w:right="43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780" w:hRule="exact"/>
        </w:trPr>
        <w:tc>
          <w:tcPr>
            <w:tcW w:w="1266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O02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102" w:right="6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luen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ine: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</w:p>
        </w:tc>
        <w:tc>
          <w:tcPr>
            <w:tcW w:w="1207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91" w:right="4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3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6" w:right="40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9" w:right="40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9" w:right="40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22" w:type="dxa"/>
            <w:tcBorders>
              <w:top w:val="single" w:sz="4.640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3" w:right="43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1240" w:hRule="exact"/>
        </w:trPr>
        <w:tc>
          <w:tcPr>
            <w:tcW w:w="126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O02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102" w:right="6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luen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ine: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luen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  <w:p>
            <w:pPr>
              <w:spacing w:before="0" w:after="0" w:line="239" w:lineRule="auto"/>
              <w:ind w:left="102" w:right="40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</w:p>
        </w:tc>
        <w:tc>
          <w:tcPr>
            <w:tcW w:w="1207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91" w:right="47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3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6" w:right="40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9" w:right="40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29" w:right="40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M-R</w:t>
            </w:r>
          </w:p>
        </w:tc>
        <w:tc>
          <w:tcPr>
            <w:tcW w:w="132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3" w:right="43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1470" w:hRule="exact"/>
        </w:trPr>
        <w:tc>
          <w:tcPr>
            <w:tcW w:w="12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4" w:after="0" w:line="240" w:lineRule="auto"/>
              <w:ind w:left="102" w:right="-2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Z0400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A-L</w:t>
            </w:r>
            <w:r>
              <w:rPr>
                <w:rFonts w:ascii="Arial" w:hAnsi="Arial" w:cs="Arial" w:eastAsia="Arial"/>
                <w:sz w:val="13"/>
                <w:szCs w:val="13"/>
                <w:spacing w:val="0"/>
                <w:w w:val="100"/>
                <w:b/>
                <w:bCs/>
                <w:position w:val="10"/>
              </w:rPr>
              <w:t>2</w:t>
            </w:r>
            <w:r>
              <w:rPr>
                <w:rFonts w:ascii="Arial" w:hAnsi="Arial" w:cs="Arial" w:eastAsia="Arial"/>
                <w:sz w:val="13"/>
                <w:szCs w:val="13"/>
                <w:spacing w:val="0"/>
                <w:w w:val="100"/>
                <w:position w:val="0"/>
              </w:rPr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7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Signa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Per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Comp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le,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omp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</w:p>
        </w:tc>
        <w:tc>
          <w:tcPr>
            <w:tcW w:w="120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396" w:right="37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3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49" w:right="42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51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51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2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50" w:right="43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</w:tbl>
    <w:p>
      <w:pPr>
        <w:spacing w:before="0" w:after="0" w:line="226" w:lineRule="exact"/>
        <w:ind w:right="240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right"/>
        <w:spacing w:after="0"/>
        <w:sectPr>
          <w:pgMar w:header="744" w:footer="569" w:top="940" w:bottom="760" w:left="1220" w:right="11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320" w:hRule="exact"/>
        </w:trPr>
        <w:tc>
          <w:tcPr>
            <w:tcW w:w="4348" w:type="dxa"/>
            <w:vMerge w:val="restart"/>
            <w:gridSpan w:val="3"/>
            <w:tcBorders>
              <w:top w:val="single" w:sz="4.640" w:space="0" w:color="000000"/>
              <w:left w:val="single" w:sz="4.648" w:space="0" w:color="000000"/>
              <w:right w:val="nil" w:sz="6" w:space="0" w:color="auto"/>
            </w:tcBorders>
            <w:shd w:val="clear" w:color="auto" w:fill="001F5F"/>
          </w:tcPr>
          <w:p>
            <w:pPr>
              <w:spacing w:before="38" w:after="0" w:line="240" w:lineRule="auto"/>
              <w:ind w:left="34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3" w:right="82" w:firstLine="-139"/>
              <w:jc w:val="left"/>
              <w:tabs>
                <w:tab w:pos="1340" w:val="left"/>
                <w:tab w:pos="1440" w:val="left"/>
                <w:tab w:pos="3160" w:val="left"/>
                <w:tab w:pos="35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ata</w:t>
              <w:tab/>
              <w:tab/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35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equ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ed?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tem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ta</w:t>
              <w:tab/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ber</w:t>
              <w:tab/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5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untar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3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?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268" w:type="dxa"/>
            <w:gridSpan w:val="4"/>
            <w:tcBorders>
              <w:top w:val="single" w:sz="4.640" w:space="0" w:color="000000"/>
              <w:bottom w:val="nil" w:sz="6" w:space="0" w:color="auto"/>
              <w:left w:val="nil" w:sz="6" w:space="0" w:color="auto"/>
              <w:right w:val="single" w:sz="4.648" w:space="0" w:color="000000"/>
            </w:tcBorders>
            <w:shd w:val="clear" w:color="auto" w:fill="001F5F"/>
          </w:tcPr>
          <w:p>
            <w:pPr>
              <w:spacing w:before="38" w:after="0" w:line="240" w:lineRule="auto"/>
              <w:ind w:left="154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t: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690" w:hRule="exact"/>
        </w:trPr>
        <w:tc>
          <w:tcPr>
            <w:tcW w:w="4348" w:type="dxa"/>
            <w:vMerge/>
            <w:gridSpan w:val="3"/>
            <w:tcBorders>
              <w:bottom w:val="single" w:sz="4.648" w:space="0" w:color="000000"/>
              <w:left w:val="single" w:sz="4.648" w:space="0" w:color="000000"/>
              <w:right w:val="nil" w:sz="6" w:space="0" w:color="auto"/>
            </w:tcBorders>
            <w:shd w:val="clear" w:color="auto" w:fill="001F5F"/>
          </w:tcPr>
          <w:p>
            <w:pPr/>
            <w:rPr/>
          </w:p>
        </w:tc>
        <w:tc>
          <w:tcPr>
            <w:tcW w:w="5268" w:type="dxa"/>
            <w:gridSpan w:val="4"/>
            <w:tcBorders>
              <w:top w:val="nil" w:sz="6" w:space="0" w:color="auto"/>
              <w:bottom w:val="single" w:sz="4.648" w:space="0" w:color="000000"/>
              <w:left w:val="nil" w:sz="6" w:space="0" w:color="auto"/>
              <w:right w:val="single" w:sz="4.648" w:space="0" w:color="000000"/>
            </w:tcBorders>
            <w:shd w:val="clear" w:color="auto" w:fill="001F5F"/>
          </w:tcPr>
          <w:p>
            <w:pPr>
              <w:spacing w:before="4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370" w:right="1583"/>
              <w:jc w:val="center"/>
              <w:tabs>
                <w:tab w:pos="280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ed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anned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63" w:right="291"/>
              <w:jc w:val="center"/>
              <w:tabs>
                <w:tab w:pos="1400" w:val="left"/>
                <w:tab w:pos="2700" w:val="left"/>
                <w:tab w:pos="414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arge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arge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Exp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red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1009" w:hRule="exact"/>
        </w:trPr>
        <w:tc>
          <w:tcPr>
            <w:tcW w:w="1266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4" w:after="0" w:line="240" w:lineRule="auto"/>
              <w:ind w:left="102" w:right="-2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Z050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3"/>
                <w:szCs w:val="13"/>
                <w:spacing w:val="0"/>
                <w:w w:val="100"/>
                <w:b/>
                <w:bCs/>
                <w:position w:val="10"/>
              </w:rPr>
              <w:t>3</w:t>
            </w:r>
            <w:r>
              <w:rPr>
                <w:rFonts w:ascii="Arial" w:hAnsi="Arial" w:cs="Arial" w:eastAsia="Arial"/>
                <w:sz w:val="13"/>
                <w:szCs w:val="13"/>
                <w:spacing w:val="0"/>
                <w:w w:val="100"/>
                <w:position w:val="0"/>
              </w:rPr>
            </w:r>
          </w:p>
        </w:tc>
        <w:tc>
          <w:tcPr>
            <w:tcW w:w="1872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29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Signa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omp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</w:p>
        </w:tc>
        <w:tc>
          <w:tcPr>
            <w:tcW w:w="1210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396" w:right="37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4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47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50" w:right="4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8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451" w:right="43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1319" w:type="dxa"/>
            <w:tcBorders>
              <w:top w:val="single" w:sz="4.648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7" w:after="0" w:line="240" w:lineRule="auto"/>
              <w:ind w:left="448" w:right="42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</w:tr>
      <w:tr>
        <w:trPr>
          <w:trHeight w:val="781" w:hRule="exact"/>
        </w:trPr>
        <w:tc>
          <w:tcPr>
            <w:tcW w:w="1266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Z050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8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39" w:lineRule="auto"/>
              <w:ind w:left="102" w:right="9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omple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121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91" w:right="47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542" w:right="5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545" w:right="52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8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546" w:right="5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131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38" w:after="0" w:line="240" w:lineRule="auto"/>
              <w:ind w:left="546" w:right="52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</w:tr>
    </w:tbl>
    <w:p>
      <w:pPr>
        <w:spacing w:before="58" w:after="0" w:line="230" w:lineRule="exact"/>
        <w:ind w:left="407" w:right="718" w:firstLine="-187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  </w:t>
      </w:r>
      <w:r>
        <w:rPr>
          <w:rFonts w:ascii="Times New Roman" w:hAnsi="Times New Roman" w:cs="Times New Roman" w:eastAsia="Times New Roman"/>
          <w:sz w:val="13"/>
          <w:szCs w:val="13"/>
          <w:spacing w:val="24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eft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ve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access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’s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CARE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</w:p>
    <w:p>
      <w:pPr>
        <w:spacing w:before="33" w:after="0" w:line="240" w:lineRule="auto"/>
        <w:ind w:left="22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  </w:t>
      </w:r>
      <w:r>
        <w:rPr>
          <w:rFonts w:ascii="Times New Roman" w:hAnsi="Times New Roman" w:cs="Times New Roman" w:eastAsia="Times New Roman"/>
          <w:sz w:val="13"/>
          <w:szCs w:val="13"/>
          <w:spacing w:val="24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LTCH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</w:p>
    <w:p>
      <w:pPr>
        <w:spacing w:before="35" w:after="0" w:line="240" w:lineRule="auto"/>
        <w:ind w:left="22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  </w:t>
      </w:r>
      <w:r>
        <w:rPr>
          <w:rFonts w:ascii="Times New Roman" w:hAnsi="Times New Roman" w:cs="Times New Roman" w:eastAsia="Times New Roman"/>
          <w:sz w:val="13"/>
          <w:szCs w:val="13"/>
          <w:spacing w:val="24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art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LTCH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.</w:t>
      </w:r>
    </w:p>
    <w:sectPr>
      <w:pgMar w:header="744" w:footer="569" w:top="940" w:bottom="760" w:left="1220" w:right="118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pt;margin-top:742.77002pt;width:471pt;height:.1pt;mso-position-horizontal-relative:page;mso-position-vertical-relative:page;z-index:-1737" coordorigin="1410,14855" coordsize="9420,2">
          <v:shape style="position:absolute;left:1410;top:14855;width:9420;height:2" coordorigin="1410,14855" coordsize="9420,0" path="m1410,14855l10830,14855e" filled="f" stroked="t" strokeweight="1.6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720642pt;width:163.744375pt;height:12.02pt;mso-position-horizontal-relative:page;mso-position-vertical-relative:page;z-index:-1736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ber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2013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V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.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74.565521pt;margin-top:744.720642pt;width:67.428603pt;height:12.02pt;mso-position-horizontal-relative:page;mso-position-vertical-relative:page;z-index:-1735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x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-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180645pt;width:221.486428pt;height:12.02pt;mso-position-horizontal-relative:page;mso-position-vertical-relative:page;z-index:-1739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LT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Qua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eport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Prog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Manual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3.443237pt;margin-top:36.180645pt;width:57.592646pt;height:12.02pt;mso-position-horizontal-relative:page;mso-position-vertical-relative:page;z-index:-1738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x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cms.gov/Medicare/Quality-Initiatives-Patient-Assessment-Instruments/LTCH-Quality-Reporting/LTCHTechnicalInformation.html" TargetMode="External"/><Relationship Id="rId7" Type="http://schemas.openxmlformats.org/officeDocument/2006/relationships/hyperlink" Target="http://www.cms.gov/Medicare/Quality-Initiatives-Patient-Assessment-Instruments/LTCH-Quality-Reporting/LTCHTechnicalInformation.html" TargetMode="External"/><Relationship Id="rId8" Type="http://schemas.openxmlformats.org/officeDocument/2006/relationships/hyperlink" Target="http://www.cms.gov/Medicare/Quality-Initiatives-Patient-Assessment-Instruments/LTCH-Quality-Reporting/LTCHTechnicalInformation.html" TargetMode="External"/><Relationship Id="rId9" Type="http://schemas.openxmlformats.org/officeDocument/2006/relationships/hyperlink" Target="http://www.cms.gov/Medicare/Quality-Initiatives-Patient-Assessment-Instruments/LTCH-Quality-Reporting/LTCHTechnicalInformation.html" TargetMode="External"/><Relationship Id="rId10" Type="http://schemas.openxmlformats.org/officeDocument/2006/relationships/hyperlink" Target="mailto:LTCHQualityQuestions@cms.hhs.gov" TargetMode="External"/><Relationship Id="rId11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Long-Term Care Hospital (LTCH),Quality Reporting Program,CMS,Appendix D</cp:keywords>
  <dc:subject>The Centers for Medicare &amp; Medicaid Services Long-Term Care Hospital Quality Reporting Program Manual</dc:subject>
  <dc:title>LTCH Quality Reporting Program Manual Appendix D: Detailed Matrix Identifying Required and Voluntary Items on the LTCH CARE Data Set Version 2.01</dc:title>
  <dcterms:created xsi:type="dcterms:W3CDTF">2014-12-05T17:02:10Z</dcterms:created>
  <dcterms:modified xsi:type="dcterms:W3CDTF">2014-12-05T17:02:10Z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2013-12-18T00:00:00Z</vt:filetime>
  </property>
  <property fmtid="{D5CDD505-2E9C-101B-9397-08002B2CF9AE}" pid="3" name="LastSaved">
    <vt:filetime>2014-12-05T00:00:00Z</vt:filetime>
  </property>
</Properties>
</file>