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19" w:after="0" w:line="240" w:lineRule="auto"/>
        <w:ind w:left="2230" w:right="632" w:firstLine="-207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32"/>
          <w:szCs w:val="32"/>
          <w:color w:val="333399"/>
          <w:spacing w:val="6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OVERV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EW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ERM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ARE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HOSPI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LITY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PORT</w:t>
      </w:r>
      <w:r>
        <w:rPr>
          <w:rFonts w:ascii="Arial" w:hAnsi="Arial" w:cs="Arial" w:eastAsia="Arial"/>
          <w:sz w:val="32"/>
          <w:szCs w:val="32"/>
          <w:color w:val="333399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GRAM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UAL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al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0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Long-T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51743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</w:p>
    <w:p>
      <w:pPr>
        <w:spacing w:before="1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51756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51781)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15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purs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uant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3004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nd</w:t>
      </w:r>
    </w:p>
    <w:p>
      <w:pPr>
        <w:spacing w:before="1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4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1886(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HHS)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160" w:right="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5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886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160" w:right="6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1886(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annual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1886(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3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40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</w:p>
    <w:p>
      <w:pPr>
        <w:spacing w:before="0" w:after="0" w:line="240" w:lineRule="auto"/>
        <w:ind w:left="160" w:right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1886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5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tly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1890(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)(5)(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39" w:lineRule="auto"/>
        <w:ind w:left="434" w:right="236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18551pt;width:144pt;height:.1pt;mso-position-horizontal-relative:page;mso-position-vertical-relative:paragraph;z-index:-585" coordorigin="1440,-72" coordsize="2880,2">
            <v:shape style="position:absolute;left:1440;top:-72;width:2880;height:2" coordorigin="1440,-72" coordsize="2880,0" path="m1440,-72l4320,-72e" filled="f" stroked="t" strokeweight=".6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s’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7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0" w:after="0" w:line="240" w:lineRule="auto"/>
        <w:ind w:left="43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color w:val="0000FF"/>
        </w:rPr>
      </w:r>
      <w:hyperlink r:id="rId8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01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18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71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</w:rPr>
          <w:t>.</w:t>
        </w:r>
      </w:hyperlink>
    </w:p>
    <w:p>
      <w:pPr>
        <w:spacing w:before="44" w:after="0" w:line="230" w:lineRule="exact"/>
        <w:ind w:left="434" w:right="1421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-1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9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4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/pd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b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4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  <w:t>.</w:t>
        </w:r>
      </w:hyperlink>
    </w:p>
    <w:p>
      <w:pPr>
        <w:jc w:val="left"/>
        <w:spacing w:after="0"/>
        <w:sectPr>
          <w:pgNumType w:start="1"/>
          <w:pgMar w:header="744" w:footer="569" w:top="940" w:bottom="760" w:left="1280" w:right="1160"/>
          <w:headerReference w:type="default" r:id="rId5"/>
          <w:footerReference w:type="default" r:id="rId6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59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dorsed,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ry.</w:t>
      </w:r>
      <w:r>
        <w:rPr>
          <w:rFonts w:ascii="Times New Roman" w:hAnsi="Times New Roman" w:cs="Times New Roman" w:eastAsia="Times New Roman"/>
          <w:sz w:val="24"/>
          <w:szCs w:val="24"/>
          <w:spacing w:val="5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(76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51743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51756,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51781).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53637,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53667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</w:p>
    <w:p>
      <w:pPr>
        <w:spacing w:before="0" w:after="0" w:line="240" w:lineRule="auto"/>
        <w:ind w:left="160" w:right="18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53672),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adop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50853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50887),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position w:val="0"/>
        </w:rPr>
        <w:t>1-3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8" w:right="429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22" w:right="30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2015,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27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76" w:after="0" w:line="240" w:lineRule="auto"/>
              <w:ind w:left="120" w:right="-20"/>
              <w:jc w:val="left"/>
              <w:tabs>
                <w:tab w:pos="46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Measu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30" w:hRule="exact"/>
        </w:trPr>
        <w:tc>
          <w:tcPr>
            <w:tcW w:w="153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0678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That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(Shor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  <w:tr>
        <w:trPr>
          <w:trHeight w:val="630" w:hRule="exact"/>
        </w:trPr>
        <w:tc>
          <w:tcPr>
            <w:tcW w:w="153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</w:tr>
      <w:tr>
        <w:trPr>
          <w:trHeight w:val="631" w:hRule="exact"/>
        </w:trPr>
        <w:tc>
          <w:tcPr>
            <w:tcW w:w="153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Blood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ream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ABS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</w:tr>
    </w:tbl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318" w:right="429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65" w:right="34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27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76" w:after="0" w:line="240" w:lineRule="auto"/>
              <w:ind w:left="120" w:right="-20"/>
              <w:jc w:val="left"/>
              <w:tabs>
                <w:tab w:pos="46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Measu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630" w:hRule="exact"/>
        </w:trPr>
        <w:tc>
          <w:tcPr>
            <w:tcW w:w="153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0680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opr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(Shor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  <w:tr>
        <w:trPr>
          <w:trHeight w:val="400" w:hRule="exact"/>
        </w:trPr>
        <w:tc>
          <w:tcPr>
            <w:tcW w:w="153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6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0431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luen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el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7" w:after="0" w:line="239" w:lineRule="auto"/>
        <w:ind w:left="434" w:right="145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19064pt;width:144pt;height:.1pt;mso-position-horizontal-relative:page;mso-position-vertical-relative:paragraph;z-index:-584" coordorigin="1440,-72" coordsize="2880,2">
            <v:shape style="position:absolute;left:1440;top:-72;width:2880;height:2" coordorigin="1440,-72" coordsize="2880,0" path="m1440,-72l4320,-7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3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Hea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s’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10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31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07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</w:hyperlink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4318" w:right="435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365" w:right="40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ddit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360" w:hRule="exact"/>
        </w:trPr>
        <w:tc>
          <w:tcPr>
            <w:tcW w:w="9270" w:type="dxa"/>
            <w:gridSpan w:val="2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57" w:after="0" w:line="240" w:lineRule="auto"/>
              <w:ind w:left="120" w:right="-20"/>
              <w:jc w:val="left"/>
              <w:tabs>
                <w:tab w:pos="46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Measu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590" w:hRule="exact"/>
        </w:trPr>
        <w:tc>
          <w:tcPr>
            <w:tcW w:w="153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1716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SN)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Wide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eus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MRSA)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ure</w:t>
            </w:r>
          </w:p>
        </w:tc>
      </w:tr>
      <w:tr>
        <w:trPr>
          <w:trHeight w:val="590" w:hRule="exact"/>
        </w:trPr>
        <w:tc>
          <w:tcPr>
            <w:tcW w:w="153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1717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4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SN)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Wide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et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ridi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</w:tr>
    </w:tbl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39" w:lineRule="auto"/>
        <w:ind w:left="160" w:right="199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oduce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9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#1716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#1717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8" w:right="435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838" w:right="8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350" w:hRule="exact"/>
        </w:trPr>
        <w:tc>
          <w:tcPr>
            <w:tcW w:w="9468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53" w:after="0" w:line="240" w:lineRule="auto"/>
              <w:ind w:left="210" w:right="-20"/>
              <w:jc w:val="left"/>
              <w:tabs>
                <w:tab w:pos="2340" w:val="left"/>
                <w:tab w:pos="62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Fra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Mech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50" w:hRule="exact"/>
        </w:trPr>
        <w:tc>
          <w:tcPr>
            <w:tcW w:w="171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  <w:tr>
        <w:trPr>
          <w:trHeight w:val="349" w:hRule="exact"/>
        </w:trPr>
        <w:tc>
          <w:tcPr>
            <w:tcW w:w="171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</w:t>
            </w:r>
          </w:p>
        </w:tc>
        <w:tc>
          <w:tcPr>
            <w:tcW w:w="379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  <w:tr>
        <w:trPr>
          <w:trHeight w:val="350" w:hRule="exact"/>
        </w:trPr>
        <w:tc>
          <w:tcPr>
            <w:tcW w:w="171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3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067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2013</w:t>
            </w:r>
          </w:p>
        </w:tc>
        <w:tc>
          <w:tcPr>
            <w:tcW w:w="379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</w:tbl>
    <w:p>
      <w:pPr>
        <w:spacing w:before="0" w:after="0" w:line="226" w:lineRule="exact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8" w:right="435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838" w:right="8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349" w:hRule="exact"/>
        </w:trPr>
        <w:tc>
          <w:tcPr>
            <w:tcW w:w="9468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52" w:after="0" w:line="240" w:lineRule="auto"/>
              <w:ind w:left="210" w:right="-20"/>
              <w:jc w:val="left"/>
              <w:tabs>
                <w:tab w:pos="2340" w:val="left"/>
                <w:tab w:pos="62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Fra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Mech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50" w:hRule="exact"/>
        </w:trPr>
        <w:tc>
          <w:tcPr>
            <w:tcW w:w="171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3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  <w:tr>
        <w:trPr>
          <w:trHeight w:val="350" w:hRule="exact"/>
        </w:trPr>
        <w:tc>
          <w:tcPr>
            <w:tcW w:w="171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013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  <w:tc>
          <w:tcPr>
            <w:tcW w:w="3798" w:type="dxa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  <w:tr>
        <w:trPr>
          <w:trHeight w:val="349" w:hRule="exact"/>
        </w:trPr>
        <w:tc>
          <w:tcPr>
            <w:tcW w:w="1710" w:type="dxa"/>
            <w:vMerge w:val="restart"/>
            <w:tcBorders>
              <w:top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067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014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350" w:hRule="exact"/>
        </w:trPr>
        <w:tc>
          <w:tcPr>
            <w:tcW w:w="1710" w:type="dxa"/>
            <w:vMerge/>
            <w:tcBorders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/>
            <w:rPr/>
          </w:p>
        </w:tc>
        <w:tc>
          <w:tcPr>
            <w:tcW w:w="39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350" w:hRule="exact"/>
        </w:trPr>
        <w:tc>
          <w:tcPr>
            <w:tcW w:w="171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068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April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*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</w:p>
        </w:tc>
      </w:tr>
      <w:tr>
        <w:trPr>
          <w:trHeight w:val="580" w:hRule="exact"/>
        </w:trPr>
        <w:tc>
          <w:tcPr>
            <w:tcW w:w="171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043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45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ine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ilable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-M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*</w:t>
            </w:r>
          </w:p>
        </w:tc>
        <w:tc>
          <w:tcPr>
            <w:tcW w:w="3798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</w:tbl>
    <w:p>
      <w:pPr>
        <w:spacing w:before="0" w:after="0" w:line="226" w:lineRule="exact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spacing w:before="0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jc w:val="left"/>
        <w:spacing w:after="0"/>
        <w:sectPr>
          <w:pgMar w:header="744" w:footer="569" w:top="940" w:bottom="760" w:left="128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4318" w:right="435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838" w:right="8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Time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ine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ctio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400" w:hRule="exact"/>
        </w:trPr>
        <w:tc>
          <w:tcPr>
            <w:tcW w:w="9468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76" w:after="0" w:line="240" w:lineRule="auto"/>
              <w:ind w:left="210" w:right="-20"/>
              <w:jc w:val="left"/>
              <w:tabs>
                <w:tab w:pos="2340" w:val="left"/>
                <w:tab w:pos="62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QF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r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Fra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Mech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60" w:hRule="exact"/>
        </w:trPr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171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  <w:tr>
        <w:trPr>
          <w:trHeight w:val="361" w:hRule="exact"/>
        </w:trPr>
        <w:tc>
          <w:tcPr>
            <w:tcW w:w="171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NQF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#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171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*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96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  <w:tc>
          <w:tcPr>
            <w:tcW w:w="3798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/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HSN</w:t>
            </w:r>
          </w:p>
        </w:tc>
      </w:tr>
    </w:tbl>
    <w:p>
      <w:pPr>
        <w:spacing w:before="0" w:after="0" w:line="226" w:lineRule="exact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#067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#0680)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58"/>
          <w:w w:val="100"/>
        </w:rPr>
      </w:r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0678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7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99"/>
        </w:rPr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0680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7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</w:rPr>
        <w:t>Appe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ng-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Term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osp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2.0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1"/>
          <w:w w:val="100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4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15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(s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  <w:position w:val="0"/>
        </w:rPr>
        <w:t>Appe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b/>
          <w:bCs/>
          <w:i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  <w:position w:val="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  <w:b/>
          <w:bCs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b/>
          <w:bCs/>
          <w:i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5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Techn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1.0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ava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echn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eb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page: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5"/>
          <w:w w:val="100"/>
          <w:position w:val="0"/>
        </w:rPr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://w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/M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re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/Q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lit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0"/>
          </w:rPr>
          <w:t> </w:t>
        </w:r>
      </w:hyperlink>
      <w:hyperlink r:id="rId14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lity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ng/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on.ht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  <w:t>.</w:t>
        </w:r>
      </w:hyperlink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52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’s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twork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Cathete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6"/>
          <w:w w:val="100"/>
        </w:rPr>
      </w:r>
      <w:hyperlink r:id="rId1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:/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lity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0138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twork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ABSI)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8"/>
          <w:w w:val="100"/>
        </w:rPr>
      </w:r>
      <w:hyperlink r:id="rId1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0139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enza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  <w:w w:val="99"/>
        </w:rPr>
      </w:r>
      <w:hyperlink r:id="rId1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0431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</w:r>
      </w:hyperlink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cilit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ital-O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illin-Resista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8" w:lineRule="exact"/>
        <w:ind w:left="88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(MRSA)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color w:val="0000FF"/>
          <w:spacing w:val="-8"/>
          <w:w w:val="100"/>
        </w:rPr>
      </w:r>
      <w:hyperlink r:id="rId18"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tt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://w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li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/Q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PS/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  <w:t>7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  <w:t>1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  <w:u w:val="single" w:color="0000FF"/>
          </w:rPr>
          <w:t>6</w:t>
        </w:r>
        <w:r>
          <w:rPr>
            <w:rFonts w:ascii="Times New Roman" w:hAnsi="Times New Roman" w:cs="Times New Roman" w:eastAsia="Times New Roman"/>
            <w:sz w:val="22"/>
            <w:szCs w:val="22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2"/>
            <w:szCs w:val="22"/>
            <w:color w:val="000000"/>
            <w:spacing w:val="0"/>
            <w:w w:val="100"/>
          </w:rPr>
        </w:r>
      </w:hyperlink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520" w:right="-20"/>
        <w:jc w:val="left"/>
        <w:tabs>
          <w:tab w:pos="8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NHSN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cilit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-W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ital-O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ifficile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fecti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(CDI)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66" w:lineRule="exact"/>
        <w:ind w:left="88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Meas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-8"/>
          <w:w w:val="100"/>
          <w:position w:val="-1"/>
        </w:rPr>
      </w:r>
      <w:hyperlink r:id="rId1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.qua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g/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1717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</w:p>
    <w:p>
      <w:pPr>
        <w:spacing w:before="0" w:after="0" w:line="271" w:lineRule="exact"/>
        <w:ind w:left="16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39" w:lineRule="auto"/>
        <w:ind w:left="434" w:right="212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19064pt;width:144pt;height:.1pt;mso-position-horizontal-relative:page;mso-position-vertical-relative:paragraph;z-index:-583" coordorigin="1440,-72" coordsize="2880,2">
            <v:shape style="position:absolute;left:1440;top:-72;width:2880;height:2" coordorigin="1440,-72" coordsize="2880,0" path="m1440,-72l4320,-72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4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Perc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Assess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za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acci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3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B)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20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#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!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u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n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e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a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i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l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;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=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M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_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C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_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  <w:t>.</w:t>
        </w:r>
      </w:hyperlink>
    </w:p>
    <w:p>
      <w:pPr>
        <w:jc w:val="left"/>
        <w:spacing w:after="0"/>
        <w:sectPr>
          <w:pgMar w:header="744" w:footer="569" w:top="940" w:bottom="760" w:left="1280" w:right="122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4318" w:right="429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13" w:right="19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aym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ons: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#0138*,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#0139*,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#0678*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590" w:hRule="exact"/>
        </w:trPr>
        <w:tc>
          <w:tcPr>
            <w:tcW w:w="9360" w:type="dxa"/>
            <w:gridSpan w:val="2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57" w:after="0" w:line="240" w:lineRule="auto"/>
              <w:ind w:left="53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dead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65" w:right="-20"/>
              <w:jc w:val="left"/>
              <w:tabs>
                <w:tab w:pos="49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Fra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nat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14)</w:t>
            </w:r>
          </w:p>
        </w:tc>
        <w:tc>
          <w:tcPr>
            <w:tcW w:w="53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ril–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3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014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uly–Se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3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8" w:space="0" w:color="000000"/>
              <w:bottom w:val="single" w:sz="4.648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14)</w:t>
            </w:r>
          </w:p>
        </w:tc>
        <w:tc>
          <w:tcPr>
            <w:tcW w:w="5345" w:type="dxa"/>
            <w:tcBorders>
              <w:top w:val="single" w:sz="4.648" w:space="0" w:color="000000"/>
              <w:bottom w:val="single" w:sz="4.648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</w:tr>
    </w:tbl>
    <w:p>
      <w:pPr>
        <w:spacing w:before="0" w:after="0" w:line="226" w:lineRule="exact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318" w:right="429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53" w:right="13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Submiss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ffec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rmi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1" w:lineRule="exact"/>
        <w:ind w:left="2188" w:right="217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1.470001pt;margin-top:25.793129pt;width:469.061pt;height:48.1pt;mso-position-horizontal-relative:page;mso-position-vertical-relative:paragraph;z-index:-582" coordorigin="1429,516" coordsize="9381,962">
            <v:group style="position:absolute;left:1445;top:528;width:4040;height:229" coordorigin="1445,528" coordsize="4040,229">
              <v:shape style="position:absolute;left:1445;top:528;width:4040;height:229" coordorigin="1445,528" coordsize="4040,229" path="m1445,757l5485,757,5485,528,1445,528,1445,757e" filled="t" fillcolor="#001F5F" stroked="f">
                <v:path arrowok="t"/>
                <v:fill/>
              </v:shape>
            </v:group>
            <v:group style="position:absolute;left:1445;top:757;width:103;height:350" coordorigin="1445,757" coordsize="103,350">
              <v:shape style="position:absolute;left:1445;top:757;width:103;height:350" coordorigin="1445,757" coordsize="103,350" path="m1445,1107l1548,1107,1548,757,1445,757,1445,1107e" filled="t" fillcolor="#001F5F" stroked="f">
                <v:path arrowok="t"/>
                <v:fill/>
              </v:shape>
            </v:group>
            <v:group style="position:absolute;left:5382;top:757;width:103;height:350" coordorigin="5382,757" coordsize="103,350">
              <v:shape style="position:absolute;left:5382;top:757;width:103;height:350" coordorigin="5382,757" coordsize="103,350" path="m5382,1107l5485,1107,5485,757,5382,757,5382,1107e" filled="t" fillcolor="#001F5F" stroked="f">
                <v:path arrowok="t"/>
                <v:fill/>
              </v:shape>
            </v:group>
            <v:group style="position:absolute;left:1548;top:757;width:3834;height:350" coordorigin="1548,757" coordsize="3834,350">
              <v:shape style="position:absolute;left:1548;top:757;width:3834;height:350" coordorigin="1548,757" coordsize="3834,350" path="m1548,1107l5382,1107,5382,757,1548,757,1548,1107e" filled="t" fillcolor="#001F5F" stroked="f">
                <v:path arrowok="t"/>
                <v:fill/>
              </v:shape>
            </v:group>
            <v:group style="position:absolute;left:5495;top:528;width:103;height:580" coordorigin="5495,528" coordsize="103,580">
              <v:shape style="position:absolute;left:5495;top:528;width:103;height:580" coordorigin="5495,528" coordsize="103,580" path="m5495,1107l5598,1107,5598,528,5495,528,5495,1107e" filled="t" fillcolor="#001F5F" stroked="f">
                <v:path arrowok="t"/>
                <v:fill/>
              </v:shape>
            </v:group>
            <v:group style="position:absolute;left:10692;top:528;width:103;height:580" coordorigin="10692,528" coordsize="103,580">
              <v:shape style="position:absolute;left:10692;top:528;width:103;height:580" coordorigin="10692,528" coordsize="103,580" path="m10692,1107l10795,1107,10795,528,10692,528,10692,1107e" filled="t" fillcolor="#001F5F" stroked="f">
                <v:path arrowok="t"/>
                <v:fill/>
              </v:shape>
            </v:group>
            <v:group style="position:absolute;left:5598;top:528;width:5094;height:289" coordorigin="5598,528" coordsize="5094,289">
              <v:shape style="position:absolute;left:5598;top:528;width:5094;height:289" coordorigin="5598,528" coordsize="5094,289" path="m5598,817l10692,817,10692,528,5598,528,5598,817e" filled="t" fillcolor="#001F5F" stroked="f">
                <v:path arrowok="t"/>
                <v:fill/>
              </v:shape>
            </v:group>
            <v:group style="position:absolute;left:5598;top:817;width:5094;height:290" coordorigin="5598,817" coordsize="5094,290">
              <v:shape style="position:absolute;left:5598;top:817;width:5094;height:290" coordorigin="5598,817" coordsize="5094,290" path="m5598,1107l10692,1107,10692,817,5598,817,5598,1107e" filled="t" fillcolor="#001F5F" stroked="f">
                <v:path arrowok="t"/>
                <v:fill/>
              </v:shape>
            </v:group>
            <v:group style="position:absolute;left:1435;top:522;width:9370;height:2" coordorigin="1435,522" coordsize="9370,2">
              <v:shape style="position:absolute;left:1435;top:522;width:9370;height:2" coordorigin="1435,522" coordsize="9370,0" path="m1435,522l10805,522e" filled="f" stroked="t" strokeweight=".580pt" strokecolor="#000000">
                <v:path arrowok="t"/>
              </v:shape>
            </v:group>
            <v:group style="position:absolute;left:1440;top:526;width:2;height:941" coordorigin="1440,526" coordsize="2,941">
              <v:shape style="position:absolute;left:1440;top:526;width:2;height:941" coordorigin="1440,526" coordsize="0,941" path="m1440,526l1440,1467e" filled="f" stroked="t" strokeweight=".581pt" strokecolor="#000000">
                <v:path arrowok="t"/>
              </v:shape>
            </v:group>
            <v:group style="position:absolute;left:10800;top:526;width:2;height:941" coordorigin="10800,526" coordsize="2,941">
              <v:shape style="position:absolute;left:10800;top:526;width:2;height:941" coordorigin="10800,526" coordsize="0,941" path="m10800,526l10800,1467e" filled="f" stroked="t" strokeweight=".581pt" strokecolor="#000000">
                <v:path arrowok="t"/>
              </v:shape>
            </v:group>
            <v:group style="position:absolute;left:1435;top:1112;width:9370;height:2" coordorigin="1435,1112" coordsize="9370,2">
              <v:shape style="position:absolute;left:1435;top:1112;width:9370;height:2" coordorigin="1435,1112" coordsize="9370,0" path="m1435,1112l10805,1112e" filled="f" stroked="t" strokeweight=".580pt" strokecolor="#000000">
                <v:path arrowok="t"/>
              </v:shape>
            </v:group>
            <v:group style="position:absolute;left:1435;top:1472;width:9370;height:2" coordorigin="1435,1472" coordsize="9370,2">
              <v:shape style="position:absolute;left:1435;top:1472;width:9370;height:2" coordorigin="1435,1472" coordsize="9370,0" path="m1435,1472l10805,1472e" filled="f" stroked="t" strokeweight=".580pt" strokecolor="#000000">
                <v:path arrowok="t"/>
              </v:shape>
            </v:group>
            <v:group style="position:absolute;left:5490;top:1117;width:2;height:350" coordorigin="5490,1117" coordsize="2,350">
              <v:shape style="position:absolute;left:5490;top:1117;width:2;height:350" coordorigin="5490,1117" coordsize="0,350" path="m5490,1117l5490,1467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quent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ns: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position w:val="-1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position w:val="-1"/>
        </w:rPr>
        <w:t>#0680*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6" w:lineRule="exact"/>
        <w:ind w:left="848" w:right="-7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Da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Co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Fra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34" w:after="0" w:line="240" w:lineRule="auto"/>
        <w:ind w:left="-37" w:right="259"/>
        <w:jc w:val="center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nal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sub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ss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dead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QR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am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25" w:lineRule="exact"/>
        <w:ind w:left="981" w:right="127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FY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2016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pa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ent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ter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nat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3478" w:space="845"/>
            <w:col w:w="5357"/>
          </w:cols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268" w:right="-20"/>
        <w:jc w:val="left"/>
        <w:tabs>
          <w:tab w:pos="430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April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30,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May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</w:r>
    </w:p>
    <w:p>
      <w:pPr>
        <w:spacing w:before="69" w:after="0" w:line="240" w:lineRule="auto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4318" w:right="429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13" w:right="19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71.469498pt;margin-top:39.592136pt;width:469.062pt;height:62.621pt;mso-position-horizontal-relative:page;mso-position-vertical-relative:paragraph;z-index:-581" coordorigin="1429,792" coordsize="9381,1252">
            <v:group style="position:absolute;left:1445;top:802;width:4040;height:230" coordorigin="1445,802" coordsize="4040,230">
              <v:shape style="position:absolute;left:1445;top:802;width:4040;height:230" coordorigin="1445,802" coordsize="4040,230" path="m1445,1033l5485,1033,5485,802,1445,802,1445,1033e" filled="t" fillcolor="#001F5F" stroked="f">
                <v:path arrowok="t"/>
                <v:fill/>
              </v:shape>
            </v:group>
            <v:group style="position:absolute;left:1445;top:1033;width:103;height:350" coordorigin="1445,1033" coordsize="103,350">
              <v:shape style="position:absolute;left:1445;top:1033;width:103;height:350" coordorigin="1445,1033" coordsize="103,350" path="m1445,1383l1548,1383,1548,1033,1445,1033,1445,1383e" filled="t" fillcolor="#001F5F" stroked="f">
                <v:path arrowok="t"/>
                <v:fill/>
              </v:shape>
            </v:group>
            <v:group style="position:absolute;left:5382;top:1033;width:103;height:350" coordorigin="5382,1033" coordsize="103,350">
              <v:shape style="position:absolute;left:5382;top:1033;width:103;height:350" coordorigin="5382,1033" coordsize="103,350" path="m5382,1383l5485,1383,5485,1033,5382,1033,5382,1383e" filled="t" fillcolor="#001F5F" stroked="f">
                <v:path arrowok="t"/>
                <v:fill/>
              </v:shape>
            </v:group>
            <v:group style="position:absolute;left:1548;top:1033;width:3834;height:350" coordorigin="1548,1033" coordsize="3834,350">
              <v:shape style="position:absolute;left:1548;top:1033;width:3834;height:350" coordorigin="1548,1033" coordsize="3834,350" path="m1548,1383l5382,1383,5382,1033,1548,1033,1548,1383e" filled="t" fillcolor="#001F5F" stroked="f">
                <v:path arrowok="t"/>
                <v:fill/>
              </v:shape>
            </v:group>
            <v:group style="position:absolute;left:5495;top:802;width:103;height:581" coordorigin="5495,802" coordsize="103,581">
              <v:shape style="position:absolute;left:5495;top:802;width:103;height:581" coordorigin="5495,802" coordsize="103,581" path="m5495,1383l5598,1383,5598,802,5495,802,5495,1383e" filled="t" fillcolor="#001F5F" stroked="f">
                <v:path arrowok="t"/>
                <v:fill/>
              </v:shape>
            </v:group>
            <v:group style="position:absolute;left:10692;top:802;width:103;height:581" coordorigin="10692,802" coordsize="103,581">
              <v:shape style="position:absolute;left:10692;top:802;width:103;height:581" coordorigin="10692,802" coordsize="103,581" path="m10692,1383l10795,1383,10795,802,10692,802,10692,1383e" filled="t" fillcolor="#001F5F" stroked="f">
                <v:path arrowok="t"/>
                <v:fill/>
              </v:shape>
            </v:group>
            <v:group style="position:absolute;left:5598;top:802;width:5094;height:290" coordorigin="5598,802" coordsize="5094,290">
              <v:shape style="position:absolute;left:5598;top:802;width:5094;height:290" coordorigin="5598,802" coordsize="5094,290" path="m5598,1093l10692,1093,10692,802,5598,802,5598,1093e" filled="t" fillcolor="#001F5F" stroked="f">
                <v:path arrowok="t"/>
                <v:fill/>
              </v:shape>
            </v:group>
            <v:group style="position:absolute;left:5598;top:1093;width:5094;height:290" coordorigin="5598,1093" coordsize="5094,290">
              <v:shape style="position:absolute;left:5598;top:1093;width:5094;height:290" coordorigin="5598,1093" coordsize="5094,290" path="m5598,1383l10692,1383,10692,1093,5598,1093,5598,1383e" filled="t" fillcolor="#001F5F" stroked="f">
                <v:path arrowok="t"/>
                <v:fill/>
              </v:shape>
            </v:group>
            <v:group style="position:absolute;left:1435;top:798;width:9370;height:2" coordorigin="1435,798" coordsize="9370,2">
              <v:shape style="position:absolute;left:1435;top:798;width:9370;height:2" coordorigin="1435,798" coordsize="9370,0" path="m1435,798l10805,798e" filled="f" stroked="t" strokeweight=".581pt" strokecolor="#000000">
                <v:path arrowok="t"/>
              </v:shape>
            </v:group>
            <v:group style="position:absolute;left:1440;top:802;width:2;height:1231" coordorigin="1440,802" coordsize="2,1231">
              <v:shape style="position:absolute;left:1440;top:802;width:2;height:1231" coordorigin="1440,802" coordsize="0,1231" path="m1440,802l1440,2034e" filled="f" stroked="t" strokeweight=".581pt" strokecolor="#000000">
                <v:path arrowok="t"/>
              </v:shape>
            </v:group>
            <v:group style="position:absolute;left:10800;top:802;width:2;height:1231" coordorigin="10800,802" coordsize="2,1231">
              <v:shape style="position:absolute;left:10800;top:802;width:2;height:1231" coordorigin="10800,802" coordsize="0,1231" path="m10800,802l10800,2034e" filled="f" stroked="t" strokeweight=".581pt" strokecolor="#000000">
                <v:path arrowok="t"/>
              </v:shape>
            </v:group>
            <v:group style="position:absolute;left:1435;top:1388;width:9370;height:2" coordorigin="1435,1388" coordsize="9370,2">
              <v:shape style="position:absolute;left:1435;top:1388;width:9370;height:2" coordorigin="1435,1388" coordsize="9370,0" path="m1435,1388l10805,1388e" filled="f" stroked="t" strokeweight=".581pt" strokecolor="#000000">
                <v:path arrowok="t"/>
              </v:shape>
            </v:group>
            <v:group style="position:absolute;left:1435;top:2038;width:9370;height:2" coordorigin="1435,2038" coordsize="9370,2">
              <v:shape style="position:absolute;left:1435;top:2038;width:9370;height:2" coordorigin="1435,2038" coordsize="9370,0" path="m1435,2038l10805,2038e" filled="f" stroked="t" strokeweight=".580pt" strokecolor="#000000">
                <v:path arrowok="t"/>
              </v:shape>
            </v:group>
            <v:group style="position:absolute;left:5490;top:1393;width:2;height:641" coordorigin="5490,1393" coordsize="2,641">
              <v:shape style="position:absolute;left:5490;top:1393;width:2;height:641" coordorigin="5490,1393" coordsize="0,641" path="m5490,1393l5490,2034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ons: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#0431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48" w:right="-74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Da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Fra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68" w:after="0" w:line="290" w:lineRule="atLeast"/>
        <w:ind w:left="268" w:right="-2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ine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ilable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31,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</w:r>
    </w:p>
    <w:p>
      <w:pPr>
        <w:spacing w:before="34" w:after="0" w:line="240" w:lineRule="auto"/>
        <w:ind w:left="5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nal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sub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ss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dead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4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QR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am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0" w:lineRule="auto"/>
        <w:ind w:left="984" w:right="1275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FY</w:t>
      </w:r>
      <w:r>
        <w:rPr>
          <w:rFonts w:ascii="Arial" w:hAnsi="Arial" w:cs="Arial" w:eastAsia="Arial"/>
          <w:sz w:val="20"/>
          <w:szCs w:val="20"/>
          <w:color w:val="FFFFFF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2016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pa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ent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ter</w:t>
      </w:r>
      <w:r>
        <w:rPr>
          <w:rFonts w:ascii="Arial" w:hAnsi="Arial" w:cs="Arial" w:eastAsia="Arial"/>
          <w:sz w:val="20"/>
          <w:szCs w:val="20"/>
          <w:color w:val="FFFFFF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nat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May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15,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2015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  <w:cols w:num="2" w:equalWidth="0">
            <w:col w:w="3478" w:space="840"/>
            <w:col w:w="5362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258" w:right="423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1-10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13" w:right="193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2017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paym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Subs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ons: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#1716,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#1717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9.390001" w:type="dxa"/>
      </w:tblPr>
      <w:tblGrid/>
      <w:tr>
        <w:trPr>
          <w:trHeight w:val="589" w:hRule="exact"/>
        </w:trPr>
        <w:tc>
          <w:tcPr>
            <w:tcW w:w="9360" w:type="dxa"/>
            <w:gridSpan w:val="2"/>
            <w:tcBorders>
              <w:top w:val="single" w:sz="4.648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57" w:after="0" w:line="240" w:lineRule="auto"/>
              <w:ind w:left="53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nal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sub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dead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29" w:lineRule="exact"/>
              <w:ind w:left="665" w:right="-20"/>
              <w:jc w:val="left"/>
              <w:tabs>
                <w:tab w:pos="49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Fra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for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FY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3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ent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deter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nat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15)</w:t>
            </w:r>
          </w:p>
        </w:tc>
        <w:tc>
          <w:tcPr>
            <w:tcW w:w="53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ril–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3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015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uly–Se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ember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3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</w:tr>
      <w:tr>
        <w:trPr>
          <w:trHeight w:val="360" w:hRule="exact"/>
        </w:trPr>
        <w:tc>
          <w:tcPr>
            <w:tcW w:w="4015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Q4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–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34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Feb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uary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15,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2016</w:t>
            </w:r>
          </w:p>
        </w:tc>
      </w:tr>
    </w:tbl>
    <w:p>
      <w:pPr>
        <w:spacing w:before="0" w:after="0" w:line="226" w:lineRule="exact"/>
        <w:ind w:left="16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jc w:val="left"/>
        <w:spacing w:after="0"/>
        <w:sectPr>
          <w:type w:val="continuous"/>
          <w:pgSz w:w="12240" w:h="15840"/>
          <w:pgMar w:top="940" w:bottom="760" w:left="1280" w:right="128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60" w:right="27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51743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1756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51781),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53637,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53667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ough</w:t>
      </w:r>
    </w:p>
    <w:p>
      <w:pPr>
        <w:spacing w:before="0" w:after="0" w:line="240" w:lineRule="auto"/>
        <w:ind w:left="160" w:right="55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53672),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IPPS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(78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50853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50887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50959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hrough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64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  <w:position w:val="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80" w:right="1034" w:firstLine="-720"/>
        <w:jc w:val="left"/>
        <w:tabs>
          <w:tab w:pos="88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.3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Qu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l,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rsion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.0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672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dance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40" w:right="425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atie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ppropr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uenza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5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40" w:right="1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equ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Appe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LTCHQR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rogram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40" w:right="707" w:firstLine="-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(2)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CHs’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CDC’s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HSN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99"/>
        </w:rPr>
      </w:r>
      <w:hyperlink r:id="rId2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99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nde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x.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99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99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8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AUTI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acc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Cove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hca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onnel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easu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sures.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331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hap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lity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rtin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8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9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-by-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</w:t>
      </w:r>
    </w:p>
    <w:p>
      <w:pPr>
        <w:spacing w:before="79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rds</w:t>
      </w:r>
    </w:p>
    <w:p>
      <w:pPr>
        <w:spacing w:before="8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ety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twork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60" w:right="7871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309" w:lineRule="auto"/>
        <w:ind w:left="520" w:right="414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</w:t>
      </w:r>
    </w:p>
    <w:p>
      <w:pPr>
        <w:spacing w:before="3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atrix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80" w:after="0" w:line="240" w:lineRule="auto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Measur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9" w:after="0" w:line="271" w:lineRule="exact"/>
        <w:ind w:left="5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ppend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6" w:after="0" w:line="240" w:lineRule="auto"/>
        <w:ind w:left="434" w:right="139" w:firstLine="-27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72pt;margin-top:-3.657153pt;width:144pt;height:.1pt;mso-position-horizontal-relative:page;mso-position-vertical-relative:paragraph;z-index:-580" coordorigin="1440,-73" coordsize="2880,2">
            <v:shape style="position:absolute;left:1440;top:-73;width:2880;height:2" coordorigin="1440,-73" coordsize="2880,0" path="m1440,-73l4320,-73e" filled="f" stroked="t" strokeweight=".699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5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0"/>
          <w:w w:val="100"/>
          <w:position w:val="6"/>
        </w:rPr>
        <w:t>   </w:t>
      </w:r>
      <w:r>
        <w:rPr>
          <w:rFonts w:ascii="Times New Roman" w:hAnsi="Times New Roman" w:cs="Times New Roman" w:eastAsia="Times New Roman"/>
          <w:sz w:val="18"/>
          <w:szCs w:val="18"/>
          <w:color w:val="0000FF"/>
          <w:spacing w:val="4"/>
          <w:w w:val="100"/>
          <w:position w:val="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Hea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ces: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Term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Care;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scal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s;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2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ral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7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2"/>
          <w:w w:val="100"/>
          <w:position w:val="0"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9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20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1"/>
          <w:w w:val="100"/>
          <w:position w:val="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-1"/>
          <w:w w:val="100"/>
          <w:position w:val="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color w:val="00000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color w:val="0000FF"/>
          <w:spacing w:val="0"/>
          <w:w w:val="100"/>
          <w:position w:val="0"/>
        </w:rPr>
      </w:r>
      <w:hyperlink r:id="rId22"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h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t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: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w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o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v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y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s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k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g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R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19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2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/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2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0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3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-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1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8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95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6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.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  <w:t>p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1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-1"/>
            <w:w w:val="100"/>
            <w:u w:val="single" w:color="0000FF"/>
            <w:position w:val="0"/>
          </w:rPr>
          <w:t>d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  <w:t>f</w:t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u w:val="single" w:color="0000FF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FF"/>
            <w:spacing w:val="0"/>
            <w:w w:val="100"/>
            <w:position w:val="0"/>
          </w:rPr>
        </w:r>
        <w:r>
          <w:rPr>
            <w:rFonts w:ascii="Times New Roman" w:hAnsi="Times New Roman" w:cs="Times New Roman" w:eastAsia="Times New Roman"/>
            <w:sz w:val="20"/>
            <w:szCs w:val="20"/>
            <w:color w:val="000000"/>
            <w:spacing w:val="0"/>
            <w:w w:val="100"/>
            <w:position w:val="0"/>
          </w:rPr>
          <w:t>.</w:t>
        </w:r>
      </w:hyperlink>
    </w:p>
    <w:p>
      <w:pPr>
        <w:jc w:val="left"/>
        <w:spacing w:after="0"/>
        <w:sectPr>
          <w:pgMar w:header="744" w:footer="569" w:top="940" w:bottom="760" w:left="1280" w:right="128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4" w:after="0" w:line="240" w:lineRule="auto"/>
        <w:ind w:left="119" w:right="107"/>
        <w:jc w:val="center"/>
        <w:tabs>
          <w:tab w:pos="820" w:val="left"/>
        </w:tabs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.4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Hi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CMS</w:t>
      </w:r>
      <w:r>
        <w:rPr>
          <w:rFonts w:ascii="Arial" w:hAnsi="Arial" w:cs="Arial" w:eastAsia="Arial"/>
          <w:sz w:val="28"/>
          <w:szCs w:val="28"/>
          <w:color w:val="33339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8"/>
          <w:szCs w:val="28"/>
          <w:color w:val="333399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Q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li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color w:val="333399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99"/>
          <w:b/>
          <w:bCs/>
        </w:rPr>
        <w:t>M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99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99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99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99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99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60" w:right="38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ow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ze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rogram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anua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18" w:right="417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2568" w:right="254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Progr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b/>
          <w:bCs/>
        </w:rPr>
        <w:t>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9.39003" w:type="dxa"/>
      </w:tblPr>
      <w:tblGrid/>
      <w:tr>
        <w:trPr>
          <w:trHeight w:val="401" w:hRule="exact"/>
        </w:trPr>
        <w:tc>
          <w:tcPr>
            <w:tcW w:w="7740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8" w:space="0" w:color="000000"/>
            </w:tcBorders>
            <w:shd w:val="clear" w:color="auto" w:fill="001F5F"/>
          </w:tcPr>
          <w:p>
            <w:pPr>
              <w:spacing w:before="79" w:after="0" w:line="240" w:lineRule="auto"/>
              <w:ind w:left="817" w:right="-20"/>
              <w:jc w:val="left"/>
              <w:tabs>
                <w:tab w:pos="2920" w:val="left"/>
                <w:tab w:pos="554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1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ers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#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Eff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Start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te</w:t>
              <w:tab/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Eff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60" w:hRule="exact"/>
        </w:trPr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Vers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May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2012</w:t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23,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012</w:t>
            </w:r>
          </w:p>
        </w:tc>
      </w:tr>
      <w:tr>
        <w:trPr>
          <w:trHeight w:val="360" w:hRule="exact"/>
        </w:trPr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Vers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Augu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24,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012</w:t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360" w:hRule="exact"/>
        </w:trPr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Errata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Sh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Sep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2012</w:t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30,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</w:p>
        </w:tc>
      </w:tr>
      <w:tr>
        <w:trPr>
          <w:trHeight w:val="360" w:hRule="exact"/>
        </w:trPr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8" w:space="0" w:color="000000"/>
              <w:right w:val="single" w:sz="4.640" w:space="0" w:color="000000"/>
            </w:tcBorders>
          </w:tcPr>
          <w:p>
            <w:pPr>
              <w:spacing w:before="5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Vers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uly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2014</w:t>
            </w:r>
          </w:p>
        </w:tc>
        <w:tc>
          <w:tcPr>
            <w:tcW w:w="258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8" w:space="0" w:color="000000"/>
            </w:tcBorders>
          </w:tcPr>
          <w:p>
            <w:pPr>
              <w:spacing w:before="56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2015</w:t>
            </w:r>
          </w:p>
        </w:tc>
      </w:tr>
    </w:tbl>
    <w:sectPr>
      <w:pgMar w:header="744" w:footer="569" w:top="940" w:bottom="760" w:left="1280" w:right="128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70.5pt;margin-top:742.77002pt;width:471pt;height:.1pt;mso-position-horizontal-relative:page;mso-position-vertical-relative:page;z-index:-583" coordorigin="1410,14855" coordsize="9420,2">
          <v:shape style="position:absolute;left:1410;top:14855;width:9420;height:2" coordorigin="1410,14855" coordsize="9420,0" path="m1410,14855l10830,14855e" filled="f" stroked="t" strokeweight="1.6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744.720642pt;width:163.744371pt;height:12.02pt;mso-position-horizontal-relative:page;mso-position-vertical-relative:page;z-index:-582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cem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ber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2013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"/>
                    <w:w w:val="100"/>
                    <w:b/>
                    <w:bCs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ers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.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7.83197pt;margin-top:744.720642pt;width:44.212261pt;height:12.02pt;mso-position-horizontal-relative:page;mso-position-vertical-relative:page;z-index:-581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Page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1-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180645pt;width:221.486428pt;height:12.02pt;mso-position-horizontal-relative:page;mso-position-vertical-relative:page;z-index:-58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LT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Qua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  <w:b/>
                    <w:bCs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eport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ng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Prog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am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Manual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2.85202pt;margin-top:36.180645pt;width:48.193729pt;height:12.02pt;mso-position-horizontal-relative:page;mso-position-vertical-relative:page;z-index:-584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ha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ter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gpo.gov/fdsys/pkg/FR-2011-08-18/pdf/2011-19719.pdf" TargetMode="External"/><Relationship Id="rId8" Type="http://schemas.openxmlformats.org/officeDocument/2006/relationships/hyperlink" Target="http://www.gpo.gov/fdsys/pkg/FR-2011-08-18/pdf/2011-19719.pdf" TargetMode="External"/><Relationship Id="rId9" Type="http://schemas.openxmlformats.org/officeDocument/2006/relationships/hyperlink" Target="http://www.gpo.gov/fdsys/pkg/PLAW-111publ148/pdf/PLAW-111publ148.pdf" TargetMode="External"/><Relationship Id="rId10" Type="http://schemas.openxmlformats.org/officeDocument/2006/relationships/hyperlink" Target="http://www.gpo.gov/fdsys/pkg/FR-2012-08-31/pdf/2012-19079.pdf" TargetMode="External"/><Relationship Id="rId11" Type="http://schemas.openxmlformats.org/officeDocument/2006/relationships/hyperlink" Target="http://www.qualityforum.org/QPS/0678" TargetMode="External"/><Relationship Id="rId12" Type="http://schemas.openxmlformats.org/officeDocument/2006/relationships/hyperlink" Target="http://www.qualityforum.org/QPS/0680" TargetMode="External"/><Relationship Id="rId13" Type="http://schemas.openxmlformats.org/officeDocument/2006/relationships/hyperlink" Target="http://www.cms.gov/Medicare/Quality-Initiatives-Patient-Assessment-Instruments/LTCH-Quality-Reporting/LTCHTechnicalInformation.html" TargetMode="External"/><Relationship Id="rId14" Type="http://schemas.openxmlformats.org/officeDocument/2006/relationships/hyperlink" Target="http://www.cms.gov/Medicare/Quality-Initiatives-Patient-Assessment-Instruments/LTCH-Quality-Reporting/LTCHTechnicalInformation.html" TargetMode="External"/><Relationship Id="rId15" Type="http://schemas.openxmlformats.org/officeDocument/2006/relationships/hyperlink" Target="http://www.qualityforum.org/QPS/0138" TargetMode="External"/><Relationship Id="rId16" Type="http://schemas.openxmlformats.org/officeDocument/2006/relationships/hyperlink" Target="http://www.qualityforum.org/QPS/0139" TargetMode="External"/><Relationship Id="rId17" Type="http://schemas.openxmlformats.org/officeDocument/2006/relationships/hyperlink" Target="http://www.qualityforum.org/QPS/0431" TargetMode="External"/><Relationship Id="rId18" Type="http://schemas.openxmlformats.org/officeDocument/2006/relationships/hyperlink" Target="http://www.qualityforum.org/QPS/1716" TargetMode="External"/><Relationship Id="rId19" Type="http://schemas.openxmlformats.org/officeDocument/2006/relationships/hyperlink" Target="http://www.qualityforum.org/QPS/1717" TargetMode="External"/><Relationship Id="rId20" Type="http://schemas.openxmlformats.org/officeDocument/2006/relationships/hyperlink" Target="http://www.regulations.gov/#!documentDetail%3BD%3DCMS_FRDOC_0001-1183" TargetMode="External"/><Relationship Id="rId21" Type="http://schemas.openxmlformats.org/officeDocument/2006/relationships/hyperlink" Target="http://www.cdc.gov/nhsn/enrollment/index.html" TargetMode="External"/><Relationship Id="rId22" Type="http://schemas.openxmlformats.org/officeDocument/2006/relationships/hyperlink" Target="http://www.gpo.gov/fdsys/pkg/FR-2013-08-19/pdf/2013-18956.pdf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(LTCHQuality Reporting Program,CMS,Chapter 1</cp:keywords>
  <dc:subject>The Centers for Medicare &amp; Medicaid Services Long-Term Care Hospital Quality Reporting Program Manual</dc:subject>
  <dc:title>LTCH Quality Reporting Program Manual Chapter 1: Overview of CMS Long-Term Care Hospital Quality Reporting Program Manual</dc:title>
  <dcterms:created xsi:type="dcterms:W3CDTF">2014-12-05T17:02:51Z</dcterms:created>
  <dcterms:modified xsi:type="dcterms:W3CDTF">2014-12-05T17:02:51Z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2013-12-18T00:00:00Z</vt:filetime>
  </property>
  <property fmtid="{D5CDD505-2E9C-101B-9397-08002B2CF9AE}" pid="3" name="LastSaved">
    <vt:filetime>2014-12-05T00:00:00Z</vt:filetime>
  </property>
</Properties>
</file>