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16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32"/>
          <w:szCs w:val="32"/>
          <w:color w:val="333399"/>
          <w:spacing w:val="6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LTCH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SET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ypes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60" w:right="22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ilarly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ili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ls</w:t>
      </w:r>
      <w:r>
        <w:rPr>
          <w:rFonts w:ascii="Arial" w:hAnsi="Arial" w:cs="Arial" w:eastAsia="Arial"/>
          <w:sz w:val="28"/>
          <w:szCs w:val="28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" w:after="0" w:line="240" w:lineRule="auto"/>
        <w:ind w:left="88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4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auto"/>
        <w:ind w:left="160" w:right="1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cally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igits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igit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]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2000–2299),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  <w:i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agno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paye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2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:00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Ju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12:00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Ju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2"/>
          <w:w w:val="100"/>
        </w:rPr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lity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8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</w:p>
    <w:p>
      <w:pPr>
        <w:jc w:val="left"/>
        <w:spacing w:after="0"/>
        <w:sectPr>
          <w:pgNumType w:start="1"/>
          <w:pgMar w:header="744" w:footer="569" w:top="940" w:bottom="760" w:left="1280" w:right="128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26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ize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“not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e”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unkno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4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esponses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.g.,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3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irect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5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ns.</w:t>
      </w:r>
    </w:p>
    <w:p>
      <w:pPr>
        <w:spacing w:before="0" w:after="0" w:line="240" w:lineRule="auto"/>
        <w:ind w:left="880" w:right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7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77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17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equence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2.5,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—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2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41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urns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410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8"/>
          <w:szCs w:val="28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4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locat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4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gard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rce,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udes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psych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8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ed”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e”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2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on;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.01.0).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access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482" w:right="689"/>
        <w:jc w:val="center"/>
        <w:tabs>
          <w:tab w:pos="8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321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ithin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n),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52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680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9" w:right="1220"/>
        <w:jc w:val="center"/>
        <w:tabs>
          <w:tab w:pos="11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40" w:lineRule="auto"/>
        <w:ind w:left="124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240" w:right="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2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tat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Ow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ne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ip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gnat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eds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hang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W)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40" w:right="526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assumes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numb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159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◦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00" w:right="194" w:firstLine="-360"/>
        <w:jc w:val="left"/>
        <w:tabs>
          <w:tab w:pos="16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◦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tif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33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</w:p>
    <w:p>
      <w:pPr>
        <w:spacing w:before="0" w:after="0" w:line="240" w:lineRule="auto"/>
        <w:ind w:left="1240" w:right="1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stay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&gt;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40" w:right="9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691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ectr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8"/>
          <w:szCs w:val="28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8"/>
          <w:szCs w:val="28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80" w:right="17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aintain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33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9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0400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0500,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hough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6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aintaine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electro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5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7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.3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1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color w:val="333399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333399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rson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160" w:right="1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1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erence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(ARD):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0210)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0220]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3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11:59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Sep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21,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chev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18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ctual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60" w:right="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ssess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tru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lit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hni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99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on.ht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7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28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0500.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Z0500B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fter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0210)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1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60" w:right="16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Z0500B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anno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60" w:right="28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5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2-2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4" w:footer="569" w:top="940" w:bottom="760" w:left="1280" w:right="126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4378" w:right="437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35" w:right="33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admis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860" w:hRule="exact"/>
        </w:trPr>
        <w:tc>
          <w:tcPr>
            <w:tcW w:w="9576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nil" w:sz="6" w:space="0" w:color="auto"/>
            </w:tcBorders>
            <w:shd w:val="clear" w:color="auto" w:fill="001F5F"/>
          </w:tcPr>
          <w:p>
            <w:pPr>
              <w:spacing w:before="77" w:after="0" w:line="240" w:lineRule="auto"/>
              <w:ind w:left="3913" w:right="-20"/>
              <w:jc w:val="left"/>
              <w:tabs>
                <w:tab w:pos="5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47" w:right="-20"/>
              <w:jc w:val="left"/>
              <w:tabs>
                <w:tab w:pos="1860" w:val="left"/>
                <w:tab w:pos="3760" w:val="left"/>
                <w:tab w:pos="5860" w:val="left"/>
                <w:tab w:pos="76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0)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(Z0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)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611" w:right="-20"/>
              <w:jc w:val="left"/>
              <w:tabs>
                <w:tab w:pos="1940" w:val="left"/>
                <w:tab w:pos="3440" w:val="left"/>
                <w:tab w:pos="5600" w:val="left"/>
                <w:tab w:pos="77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1320" w:hRule="exact"/>
        </w:trPr>
        <w:tc>
          <w:tcPr>
            <w:tcW w:w="172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A0250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=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7" w:after="0" w:line="239" w:lineRule="auto"/>
              <w:ind w:left="102" w:right="5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’s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7" w:after="0" w:line="239" w:lineRule="auto"/>
              <w:ind w:left="102" w:right="11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’s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</w:p>
        </w:tc>
        <w:tc>
          <w:tcPr>
            <w:tcW w:w="217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39" w:lineRule="auto"/>
              <w:ind w:left="102" w:right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’s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admi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.</w:t>
            </w:r>
          </w:p>
        </w:tc>
      </w:tr>
      <w:tr>
        <w:trPr>
          <w:trHeight w:val="1090" w:hRule="exact"/>
        </w:trPr>
        <w:tc>
          <w:tcPr>
            <w:tcW w:w="172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2" w:right="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Exa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A025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=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Sunda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</w:p>
          <w:p>
            <w:pPr>
              <w:spacing w:before="8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</w:p>
        </w:tc>
        <w:tc>
          <w:tcPr>
            <w:tcW w:w="216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Frida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</w:p>
          <w:p>
            <w:pPr>
              <w:spacing w:before="8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</w:p>
        </w:tc>
        <w:tc>
          <w:tcPr>
            <w:tcW w:w="217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Frida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</w:p>
          <w:p>
            <w:pPr>
              <w:spacing w:before="8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78" w:right="437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2-2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16" w:right="517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389999" w:type="dxa"/>
      </w:tblPr>
      <w:tblGrid/>
      <w:tr>
        <w:trPr>
          <w:trHeight w:val="860" w:hRule="exact"/>
        </w:trPr>
        <w:tc>
          <w:tcPr>
            <w:tcW w:w="9576" w:type="dxa"/>
            <w:gridSpan w:val="5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77" w:after="0" w:line="240" w:lineRule="auto"/>
              <w:ind w:left="3913" w:right="-20"/>
              <w:jc w:val="left"/>
              <w:tabs>
                <w:tab w:pos="54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47" w:right="-20"/>
              <w:jc w:val="left"/>
              <w:tabs>
                <w:tab w:pos="1860" w:val="left"/>
                <w:tab w:pos="3760" w:val="left"/>
                <w:tab w:pos="5860" w:val="left"/>
                <w:tab w:pos="76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ent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02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0)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(Z0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)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611" w:right="-20"/>
              <w:jc w:val="left"/>
              <w:tabs>
                <w:tab w:pos="1940" w:val="left"/>
                <w:tab w:pos="3440" w:val="left"/>
                <w:tab w:pos="5600" w:val="left"/>
                <w:tab w:pos="77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30" w:hRule="exact"/>
        </w:trPr>
        <w:tc>
          <w:tcPr>
            <w:tcW w:w="172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anned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A025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=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arge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80" w:after="0" w:line="230" w:lineRule="exact"/>
              <w:ind w:left="102" w:right="4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217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80" w:after="0" w:line="230" w:lineRule="exact"/>
              <w:ind w:left="103" w:right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630" w:hRule="exact"/>
        </w:trPr>
        <w:tc>
          <w:tcPr>
            <w:tcW w:w="172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A025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=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arge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80" w:after="0" w:line="230" w:lineRule="exact"/>
              <w:ind w:left="102" w:right="4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217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80" w:after="0" w:line="230" w:lineRule="exact"/>
              <w:ind w:left="102" w:right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630" w:hRule="exact"/>
        </w:trPr>
        <w:tc>
          <w:tcPr>
            <w:tcW w:w="172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Exp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red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A025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=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(A02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0)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80" w:after="0" w:line="230" w:lineRule="exact"/>
              <w:ind w:left="102" w:right="46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  <w:tc>
          <w:tcPr>
            <w:tcW w:w="217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80" w:after="0" w:line="230" w:lineRule="exact"/>
              <w:ind w:left="103" w:right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Comp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+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</w:p>
        </w:tc>
      </w:tr>
      <w:tr>
        <w:trPr>
          <w:trHeight w:val="1090" w:hRule="exact"/>
        </w:trPr>
        <w:tc>
          <w:tcPr>
            <w:tcW w:w="172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39" w:lineRule="auto"/>
              <w:ind w:left="102" w:right="1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Exa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sch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ate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Mond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35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A0250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=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Monda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</w:p>
          <w:p>
            <w:pPr>
              <w:spacing w:before="8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</w:p>
        </w:tc>
        <w:tc>
          <w:tcPr>
            <w:tcW w:w="216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</w:p>
          <w:p>
            <w:pPr>
              <w:spacing w:before="8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</w:p>
        </w:tc>
        <w:tc>
          <w:tcPr>
            <w:tcW w:w="217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</w:p>
          <w:p>
            <w:pPr>
              <w:spacing w:before="8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</w:p>
        </w:tc>
      </w:tr>
    </w:tbl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20" w:right="5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220" w:right="14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25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ality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itorin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</w:p>
    <w:p>
      <w:pPr>
        <w:jc w:val="left"/>
        <w:spacing w:after="0"/>
        <w:sectPr>
          <w:pgMar w:header="744" w:footer="569" w:top="940" w:bottom="760" w:left="1220" w:right="120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6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9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98" w:lineRule="exact"/>
        <w:ind w:left="5190" w:right="4327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99"/>
          <w:position w:val="-4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position w:val="0"/>
        </w:rPr>
      </w:r>
    </w:p>
    <w:p>
      <w:pPr>
        <w:jc w:val="center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40" w:lineRule="exact"/>
        <w:ind w:left="16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</w:p>
    <w:p>
      <w:pPr>
        <w:spacing w:before="0" w:after="0" w:line="240" w:lineRule="exact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5214" w:space="148"/>
            <w:col w:w="4318"/>
          </w:cols>
        </w:sectPr>
      </w:pPr>
      <w:rPr/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302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0250).</w:t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8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79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ppendix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5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ssessment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od: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.4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8"/>
          <w:szCs w:val="28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01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115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44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81" w:after="0" w:line="230" w:lineRule="exact"/>
        <w:ind w:left="434" w:right="433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09998pt;width:144pt;height:.1pt;mso-position-horizontal-relative:page;mso-position-vertical-relative:paragraph;z-index:-477" coordorigin="1440,-72" coordsize="2880,2">
            <v:shape style="position:absolute;left:1440;top:-72;width:2880;height:2" coordorigin="1440,-72" coordsize="2880,0" path="m1440,-72l4320,-72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“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”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refe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(IRF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554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Becau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00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59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0220).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0220)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572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ys),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Z0500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06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Z0500B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759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conduc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1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66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312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ecau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e”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0210)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378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0270]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ys),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Z0500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431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]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ys),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313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od.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.g.,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M0800)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11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unplanned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5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cases,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128" w:firstLine="-360"/>
        <w:jc w:val="both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l/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t’s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282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eith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ency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99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xpe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edl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anoth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.g.,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ecidin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omp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6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x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880" w:right="200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-2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0210)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592" w:firstLine="-360"/>
        <w:jc w:val="left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0270]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40" w:right="619" w:firstLine="-360"/>
        <w:jc w:val="both"/>
        <w:tabs>
          <w:tab w:pos="124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0270]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483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80" w:right="201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erred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880" w:right="328" w:firstLine="-36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4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.5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x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ecte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Dat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ec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26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10),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(A02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12).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18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27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0220)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0270)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7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sectPr>
      <w:pgMar w:header="744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7002pt;width:471pt;height:.1pt;mso-position-horizontal-relative:page;mso-position-vertical-relative:page;z-index:-475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20642pt;width:163.744371pt;height:12.02pt;mso-position-horizontal-relative:page;mso-position-vertical-relative:page;z-index:-474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310944pt;margin-top:744.720642pt;width:49.733281pt;height:12.02pt;mso-position-horizontal-relative:page;mso-position-vertical-relative:page;z-index:-473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180645pt;width:221.486428pt;height:12.02pt;mso-position-horizontal-relative:page;mso-position-vertical-relative:page;z-index:-477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eport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85202pt;margin-top:36.180645pt;width:48.193729pt;height:12.02pt;mso-position-horizontal-relative:page;mso-position-vertical-relative:page;z-index:-476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ter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cms.gov/Medicare/Quality-Initiatives-Patient-Assessment-Instruments/LTCH-Quality-Reporting/" TargetMode="External"/><Relationship Id="rId8" Type="http://schemas.openxmlformats.org/officeDocument/2006/relationships/hyperlink" Target="http://www.cms.gov/Medicare/Quality-Initiatives-Patient-Assessment-Instruments/LTCH-Quality-Reporting/" TargetMode="External"/><Relationship Id="rId9" Type="http://schemas.openxmlformats.org/officeDocument/2006/relationships/hyperlink" Target="http://www.cms.gov/Medicare/Quality-Initiatives-Patient-Assessment-Instruments/LTCH-Quality-Reporting/LTCHTechnicalInformation.html" TargetMode="External"/><Relationship Id="rId10" Type="http://schemas.openxmlformats.org/officeDocument/2006/relationships/hyperlink" Target="http://www.cms.gov/Medicare/Quality-Initiatives-Patient-Assessment-Instruments/LTCH-Quality-Reporting/LTCHTechnicalInformation.html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Program,CMS,Chapter 2: LTCH Care Data Set Requirements</cp:keywords>
  <dc:subject>The Centers for Medicare &amp; Medicaid Services Long-Term Care Hospital Quality Reporting Program Manual</dc:subject>
  <dc:title>LTCH Quality Reporting Program Manual, Chapter 2: LTCH Care Data Set Requirements</dc:title>
  <dcterms:created xsi:type="dcterms:W3CDTF">2014-12-05T17:03:07Z</dcterms:created>
  <dcterms:modified xsi:type="dcterms:W3CDTF">2014-12-05T17:03:07Z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